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057B3" w14:textId="77777777" w:rsidR="00C6158B" w:rsidRDefault="00C6158B">
      <w:bookmarkStart w:id="0" w:name="_GoBack"/>
      <w:bookmarkEnd w:id="0"/>
    </w:p>
    <w:p w14:paraId="0E3131B1" w14:textId="77777777" w:rsidR="003A50A5" w:rsidRDefault="003A50A5"/>
    <w:p w14:paraId="104C079B" w14:textId="77777777" w:rsidR="00F34E58" w:rsidRPr="00F34E58" w:rsidRDefault="00F34E58" w:rsidP="00F34E58">
      <w:pPr>
        <w:rPr>
          <w:highlight w:val="yellow"/>
        </w:rPr>
      </w:pPr>
      <w:r w:rsidRPr="00F34E58">
        <w:rPr>
          <w:highlight w:val="yellow"/>
        </w:rPr>
        <w:t>[date]</w:t>
      </w:r>
    </w:p>
    <w:p w14:paraId="4FCC708B" w14:textId="77777777" w:rsidR="00F34E58" w:rsidRPr="00F34E58" w:rsidRDefault="00F34E58" w:rsidP="00F34E58">
      <w:pPr>
        <w:rPr>
          <w:highlight w:val="yellow"/>
        </w:rPr>
      </w:pPr>
    </w:p>
    <w:p w14:paraId="710656EA" w14:textId="77777777" w:rsidR="00F34E58" w:rsidRPr="00F34E58" w:rsidRDefault="00F34E58" w:rsidP="00F34E58">
      <w:pPr>
        <w:rPr>
          <w:highlight w:val="yellow"/>
        </w:rPr>
      </w:pPr>
      <w:r w:rsidRPr="00F34E58">
        <w:rPr>
          <w:highlight w:val="yellow"/>
        </w:rPr>
        <w:t>[name]</w:t>
      </w:r>
    </w:p>
    <w:p w14:paraId="1B4147B8" w14:textId="77777777" w:rsidR="00F34E58" w:rsidRPr="00F34E58" w:rsidRDefault="00F34E58" w:rsidP="00F34E58">
      <w:pPr>
        <w:rPr>
          <w:highlight w:val="yellow"/>
        </w:rPr>
      </w:pPr>
      <w:r w:rsidRPr="00F34E58">
        <w:rPr>
          <w:highlight w:val="yellow"/>
        </w:rPr>
        <w:t>[street address]</w:t>
      </w:r>
    </w:p>
    <w:p w14:paraId="3269294C" w14:textId="77777777" w:rsidR="00C6158B" w:rsidRDefault="00F34E58" w:rsidP="00F34E58">
      <w:r w:rsidRPr="00F34E58">
        <w:rPr>
          <w:highlight w:val="yellow"/>
        </w:rPr>
        <w:t>[city, state, zip]</w:t>
      </w:r>
    </w:p>
    <w:p w14:paraId="07621F15" w14:textId="77777777" w:rsidR="00F34E58" w:rsidRPr="00191A17" w:rsidRDefault="00F34E58" w:rsidP="00F34E58"/>
    <w:p w14:paraId="5A4F0D44" w14:textId="77777777" w:rsidR="00C6158B" w:rsidRPr="00191A17" w:rsidRDefault="00C6158B">
      <w:r w:rsidRPr="00191A17">
        <w:t xml:space="preserve">Dear </w:t>
      </w:r>
      <w:r w:rsidR="00F34E58">
        <w:t>____________:</w:t>
      </w:r>
    </w:p>
    <w:p w14:paraId="25BCE317" w14:textId="77777777" w:rsidR="00C6158B" w:rsidRPr="00191A17" w:rsidRDefault="00C6158B"/>
    <w:p w14:paraId="5A60A6B8" w14:textId="77777777" w:rsidR="00C6158B" w:rsidRDefault="00C6158B">
      <w:r w:rsidRPr="00191A17">
        <w:t xml:space="preserve">Enclosed for your records is a fully executed duplicate original of </w:t>
      </w:r>
      <w:r w:rsidR="005F7737">
        <w:t xml:space="preserve">the </w:t>
      </w:r>
      <w:r w:rsidR="0035037D">
        <w:t>Federal Aviation Administration</w:t>
      </w:r>
      <w:r w:rsidR="005F7737">
        <w:t xml:space="preserve"> </w:t>
      </w:r>
      <w:r w:rsidR="0035037D">
        <w:t>(</w:t>
      </w:r>
      <w:r w:rsidR="005F7737">
        <w:t>FAA</w:t>
      </w:r>
      <w:r w:rsidR="0035037D">
        <w:t xml:space="preserve">) </w:t>
      </w:r>
      <w:r w:rsidR="00F34E58">
        <w:t>Real Estate Contract</w:t>
      </w:r>
      <w:r w:rsidR="0035037D">
        <w:t xml:space="preserve"> No. </w:t>
      </w:r>
      <w:r w:rsidR="00F34E58" w:rsidRPr="00F34E58">
        <w:rPr>
          <w:highlight w:val="yellow"/>
        </w:rPr>
        <w:t>__________________</w:t>
      </w:r>
      <w:r w:rsidR="003A50A5">
        <w:t xml:space="preserve"> </w:t>
      </w:r>
      <w:r w:rsidR="00F34E58">
        <w:t xml:space="preserve">covering </w:t>
      </w:r>
      <w:r w:rsidR="00F34E58" w:rsidRPr="00F34E58">
        <w:rPr>
          <w:highlight w:val="yellow"/>
        </w:rPr>
        <w:t>[insert brief description of real property covered by this contract]</w:t>
      </w:r>
      <w:r w:rsidR="005F7737">
        <w:t>.</w:t>
      </w:r>
      <w:r w:rsidR="0035037D">
        <w:t xml:space="preserve">  </w:t>
      </w:r>
      <w:r w:rsidR="0035037D" w:rsidRPr="00F34E58">
        <w:rPr>
          <w:highlight w:val="yellow"/>
        </w:rPr>
        <w:t xml:space="preserve">This </w:t>
      </w:r>
      <w:r w:rsidR="00F34E58">
        <w:rPr>
          <w:highlight w:val="yellow"/>
        </w:rPr>
        <w:t>contract</w:t>
      </w:r>
      <w:r w:rsidR="0035037D" w:rsidRPr="00F34E58">
        <w:rPr>
          <w:highlight w:val="yellow"/>
        </w:rPr>
        <w:t xml:space="preserve"> </w:t>
      </w:r>
      <w:r w:rsidR="003A50A5" w:rsidRPr="00F34E58">
        <w:rPr>
          <w:highlight w:val="yellow"/>
        </w:rPr>
        <w:t xml:space="preserve">succeeds FAA Lease No. </w:t>
      </w:r>
      <w:r w:rsidR="00F34E58">
        <w:rPr>
          <w:highlight w:val="yellow"/>
        </w:rPr>
        <w:t>___________________</w:t>
      </w:r>
      <w:r w:rsidR="003A50A5" w:rsidRPr="00F34E58">
        <w:rPr>
          <w:highlight w:val="yellow"/>
        </w:rPr>
        <w:t xml:space="preserve"> </w:t>
      </w:r>
      <w:r w:rsidR="0035037D" w:rsidRPr="00F34E58">
        <w:rPr>
          <w:highlight w:val="yellow"/>
        </w:rPr>
        <w:t xml:space="preserve">which </w:t>
      </w:r>
      <w:r w:rsidR="003A50A5" w:rsidRPr="00F34E58">
        <w:rPr>
          <w:highlight w:val="yellow"/>
        </w:rPr>
        <w:t xml:space="preserve">expires on </w:t>
      </w:r>
      <w:r w:rsidR="00F34E58">
        <w:rPr>
          <w:highlight w:val="yellow"/>
        </w:rPr>
        <w:t>___________________</w:t>
      </w:r>
      <w:r w:rsidR="003A50A5" w:rsidRPr="00F34E58">
        <w:rPr>
          <w:highlight w:val="yellow"/>
        </w:rPr>
        <w:t>.</w:t>
      </w:r>
    </w:p>
    <w:p w14:paraId="48E8D7FB" w14:textId="77777777" w:rsidR="00C6158B" w:rsidRDefault="00C6158B"/>
    <w:p w14:paraId="27B28AAE" w14:textId="77777777" w:rsidR="00C6158B" w:rsidRDefault="00C6158B">
      <w:r>
        <w:t>Your cooperation in the completion of this agreement is appreciated.</w:t>
      </w:r>
      <w:r w:rsidR="006D52F0">
        <w:t xml:space="preserve">  If you have questions or concerns, please feel free to contact me at </w:t>
      </w:r>
      <w:r w:rsidR="00F34E58" w:rsidRPr="00F34E58">
        <w:rPr>
          <w:highlight w:val="yellow"/>
        </w:rPr>
        <w:t>___________________</w:t>
      </w:r>
      <w:r w:rsidR="006D52F0" w:rsidRPr="00F34E58">
        <w:rPr>
          <w:highlight w:val="yellow"/>
        </w:rPr>
        <w:t>.</w:t>
      </w:r>
    </w:p>
    <w:p w14:paraId="077F0E87" w14:textId="77777777" w:rsidR="00C6158B" w:rsidRDefault="00C6158B"/>
    <w:p w14:paraId="305D184D" w14:textId="77777777" w:rsidR="00C6158B" w:rsidRDefault="00C6158B">
      <w:r>
        <w:t>Sincerely,</w:t>
      </w:r>
    </w:p>
    <w:p w14:paraId="7E7A11D8" w14:textId="77777777" w:rsidR="00C6158B" w:rsidRDefault="00C6158B"/>
    <w:p w14:paraId="2C0B7D70" w14:textId="77777777" w:rsidR="00C6158B" w:rsidRDefault="00C6158B"/>
    <w:p w14:paraId="4FD7EFCD" w14:textId="77777777" w:rsidR="00C6158B" w:rsidRDefault="00C6158B"/>
    <w:p w14:paraId="2A177B91" w14:textId="77777777" w:rsidR="00C6158B" w:rsidRDefault="00F34E58">
      <w:r w:rsidRPr="00F34E58">
        <w:rPr>
          <w:highlight w:val="yellow"/>
        </w:rPr>
        <w:t>[Insert RECO Name]</w:t>
      </w:r>
    </w:p>
    <w:p w14:paraId="61EC3953" w14:textId="77777777" w:rsidR="00C6158B" w:rsidRDefault="009E68A1">
      <w:r>
        <w:t>Real Estate Contracting Officer</w:t>
      </w:r>
    </w:p>
    <w:p w14:paraId="3E600237" w14:textId="77777777" w:rsidR="00C6158B" w:rsidRDefault="00191A17">
      <w:r>
        <w:t>Federal Aviation Administration</w:t>
      </w:r>
    </w:p>
    <w:p w14:paraId="0441C263" w14:textId="77777777" w:rsidR="00C6158B" w:rsidRDefault="00C6158B"/>
    <w:p w14:paraId="69CB119A" w14:textId="77777777" w:rsidR="00C6158B" w:rsidRDefault="00C6158B">
      <w:r>
        <w:t>Enclosure</w:t>
      </w:r>
      <w:r w:rsidR="003A50A5">
        <w:t>s</w:t>
      </w:r>
    </w:p>
    <w:p w14:paraId="2E6F1F48" w14:textId="77777777" w:rsidR="00C6158B" w:rsidRDefault="00C6158B"/>
    <w:p w14:paraId="780FDAEE" w14:textId="77777777" w:rsidR="00C6158B" w:rsidRDefault="00C6158B"/>
    <w:sectPr w:rsidR="00C6158B">
      <w:footerReference w:type="default" r:id="rId9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64F58" w14:textId="77777777" w:rsidR="009F6258" w:rsidRDefault="009F6258">
      <w:r>
        <w:separator/>
      </w:r>
    </w:p>
  </w:endnote>
  <w:endnote w:type="continuationSeparator" w:id="0">
    <w:p w14:paraId="059153B0" w14:textId="77777777" w:rsidR="009F6258" w:rsidRDefault="009F6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90575" w14:textId="77777777" w:rsidR="00C6158B" w:rsidRDefault="00C6158B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ECB22" w14:textId="77777777" w:rsidR="009F6258" w:rsidRDefault="009F6258">
      <w:r>
        <w:separator/>
      </w:r>
    </w:p>
  </w:footnote>
  <w:footnote w:type="continuationSeparator" w:id="0">
    <w:p w14:paraId="602565CE" w14:textId="77777777" w:rsidR="009F6258" w:rsidRDefault="009F6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A17"/>
    <w:rsid w:val="0003283A"/>
    <w:rsid w:val="00084CCE"/>
    <w:rsid w:val="00191A17"/>
    <w:rsid w:val="00261797"/>
    <w:rsid w:val="00314416"/>
    <w:rsid w:val="0035037D"/>
    <w:rsid w:val="00375121"/>
    <w:rsid w:val="003A50A5"/>
    <w:rsid w:val="005F7737"/>
    <w:rsid w:val="006B3293"/>
    <w:rsid w:val="006D52F0"/>
    <w:rsid w:val="00732B46"/>
    <w:rsid w:val="009E68A1"/>
    <w:rsid w:val="009F6258"/>
    <w:rsid w:val="00B25F0E"/>
    <w:rsid w:val="00BB73C9"/>
    <w:rsid w:val="00C2007F"/>
    <w:rsid w:val="00C6158B"/>
    <w:rsid w:val="00ED200A"/>
    <w:rsid w:val="00F26C6D"/>
    <w:rsid w:val="00F34E58"/>
    <w:rsid w:val="00FA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8800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G Times (WN)" w:hAnsi="CG Times (WN)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Paragraph">
    <w:name w:val="Paragraph"/>
    <w:basedOn w:val="Normal"/>
    <w:pPr>
      <w:ind w:left="1440"/>
    </w:pPr>
    <w:rPr>
      <w:rFonts w:ascii="Courier" w:hAnsi="Courier"/>
    </w:rPr>
  </w:style>
  <w:style w:type="paragraph" w:styleId="BalloonText">
    <w:name w:val="Balloon Text"/>
    <w:basedOn w:val="Normal"/>
    <w:link w:val="BalloonTextChar"/>
    <w:rsid w:val="003A50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A50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SO_50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AEA23E-B318-423C-8575-A5194C16C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823946-A3F3-4842-B36F-F1A68903A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B63CC-200E-44F2-9F04-65AB2764B60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ebdc2c93-e7a3-4dcf-9827-868955edd3c1"/>
    <ds:schemaRef ds:uri="2590d161-bf77-4506-ba8a-8a2f8b1a8c3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ASO_50 Letterhead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2020-10-07T20:26:00Z</dcterms:created>
  <dcterms:modified xsi:type="dcterms:W3CDTF">2020-10-07T20:26:00Z</dcterms:modified>
</cp:coreProperties>
</file>