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142"/>
        <w:gridCol w:w="4410"/>
        <w:gridCol w:w="4320"/>
      </w:tblGrid>
      <w:tr w:rsidR="00601096" w:rsidRPr="00A906B3" w14:paraId="306D3E74" w14:textId="77777777" w:rsidTr="00343C21">
        <w:trPr>
          <w:cantSplit/>
        </w:trPr>
        <w:tc>
          <w:tcPr>
            <w:tcW w:w="2142" w:type="dxa"/>
          </w:tcPr>
          <w:p w14:paraId="35EF68C6" w14:textId="77777777" w:rsidR="00601096" w:rsidRPr="00A906B3" w:rsidRDefault="00601096">
            <w:pPr>
              <w:rPr>
                <w:rFonts w:ascii="Arial" w:hAnsi="Arial"/>
              </w:rPr>
            </w:pPr>
            <w:bookmarkStart w:id="0" w:name="_GoBack"/>
            <w:bookmarkEnd w:id="0"/>
          </w:p>
        </w:tc>
        <w:tc>
          <w:tcPr>
            <w:tcW w:w="4410" w:type="dxa"/>
          </w:tcPr>
          <w:p w14:paraId="3C9344ED" w14:textId="77777777" w:rsidR="00601096" w:rsidRPr="00A906B3" w:rsidRDefault="00601096">
            <w:pPr>
              <w:tabs>
                <w:tab w:val="center" w:pos="1260"/>
              </w:tabs>
              <w:ind w:right="396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320" w:type="dxa"/>
          </w:tcPr>
          <w:p w14:paraId="78C81F7F" w14:textId="77777777" w:rsidR="00601096" w:rsidRPr="00A906B3" w:rsidRDefault="00601096">
            <w:pPr>
              <w:ind w:left="360" w:right="396"/>
              <w:rPr>
                <w:rFonts w:ascii="Arial" w:hAnsi="Arial"/>
                <w:sz w:val="22"/>
              </w:rPr>
            </w:pPr>
          </w:p>
        </w:tc>
      </w:tr>
    </w:tbl>
    <w:p w14:paraId="6A01B098" w14:textId="77777777" w:rsidR="00601096" w:rsidRPr="00A906B3" w:rsidRDefault="00601096"/>
    <w:p w14:paraId="5DE0A9DC" w14:textId="77777777" w:rsidR="00343C21" w:rsidRPr="00343C21" w:rsidRDefault="00343C21" w:rsidP="00343C21">
      <w:pPr>
        <w:rPr>
          <w:highlight w:val="yellow"/>
        </w:rPr>
      </w:pPr>
      <w:r w:rsidRPr="00343C21">
        <w:rPr>
          <w:highlight w:val="yellow"/>
        </w:rPr>
        <w:t>[date]</w:t>
      </w:r>
    </w:p>
    <w:p w14:paraId="0EE13351" w14:textId="77777777" w:rsidR="00343C21" w:rsidRPr="00343C21" w:rsidRDefault="00343C21" w:rsidP="00343C21">
      <w:pPr>
        <w:rPr>
          <w:highlight w:val="yellow"/>
        </w:rPr>
      </w:pPr>
    </w:p>
    <w:p w14:paraId="707A6E75" w14:textId="77777777" w:rsidR="00343C21" w:rsidRPr="00343C21" w:rsidRDefault="00343C21" w:rsidP="00343C21">
      <w:pPr>
        <w:rPr>
          <w:highlight w:val="yellow"/>
        </w:rPr>
      </w:pPr>
      <w:r w:rsidRPr="00343C21">
        <w:rPr>
          <w:highlight w:val="yellow"/>
        </w:rPr>
        <w:t>[name]</w:t>
      </w:r>
    </w:p>
    <w:p w14:paraId="23EC7C03" w14:textId="77777777" w:rsidR="00343C21" w:rsidRPr="00343C21" w:rsidRDefault="00343C21" w:rsidP="00343C21">
      <w:pPr>
        <w:rPr>
          <w:highlight w:val="yellow"/>
        </w:rPr>
      </w:pPr>
      <w:r w:rsidRPr="00343C21">
        <w:rPr>
          <w:highlight w:val="yellow"/>
        </w:rPr>
        <w:t>[street address]</w:t>
      </w:r>
    </w:p>
    <w:p w14:paraId="425E3C28" w14:textId="77777777" w:rsidR="00601096" w:rsidRDefault="00343C21" w:rsidP="00343C21">
      <w:r w:rsidRPr="00343C21">
        <w:rPr>
          <w:highlight w:val="yellow"/>
        </w:rPr>
        <w:t>[city, state, zip]</w:t>
      </w:r>
    </w:p>
    <w:p w14:paraId="3436A5CC" w14:textId="77777777" w:rsidR="00343C21" w:rsidRPr="00A906B3" w:rsidRDefault="00343C21" w:rsidP="00343C21"/>
    <w:p w14:paraId="2F833FBA" w14:textId="77777777" w:rsidR="00601096" w:rsidRPr="00A906B3" w:rsidRDefault="00343C21">
      <w:r>
        <w:t xml:space="preserve">Dear </w:t>
      </w:r>
      <w:r w:rsidRPr="00343C21">
        <w:rPr>
          <w:highlight w:val="yellow"/>
        </w:rPr>
        <w:t>_______________:</w:t>
      </w:r>
    </w:p>
    <w:p w14:paraId="59309A63" w14:textId="77777777" w:rsidR="00601096" w:rsidRPr="00A906B3" w:rsidRDefault="00601096"/>
    <w:p w14:paraId="389F9D4F" w14:textId="77777777" w:rsidR="00601096" w:rsidRPr="00A906B3" w:rsidRDefault="00601096">
      <w:r w:rsidRPr="00A906B3">
        <w:t xml:space="preserve">Enclosed for your records is a </w:t>
      </w:r>
      <w:r w:rsidR="00A906B3" w:rsidRPr="00A906B3">
        <w:t xml:space="preserve">copy of the </w:t>
      </w:r>
      <w:r w:rsidRPr="00A906B3">
        <w:t xml:space="preserve">duplicate original of Federal Aviation Administration (FAA)  </w:t>
      </w:r>
      <w:r w:rsidR="00343C21">
        <w:t>Real Estate Contract</w:t>
      </w:r>
      <w:r w:rsidRPr="00A906B3">
        <w:t xml:space="preserve"> No. </w:t>
      </w:r>
      <w:r w:rsidR="00343C21" w:rsidRPr="00343C21">
        <w:rPr>
          <w:highlight w:val="yellow"/>
        </w:rPr>
        <w:t>__________________</w:t>
      </w:r>
      <w:r w:rsidRPr="00A906B3">
        <w:t xml:space="preserve"> </w:t>
      </w:r>
      <w:r w:rsidR="00A906B3" w:rsidRPr="00A906B3">
        <w:t xml:space="preserve">that was recorded with the </w:t>
      </w:r>
      <w:r w:rsidR="00343C21" w:rsidRPr="00343C21">
        <w:rPr>
          <w:highlight w:val="yellow"/>
        </w:rPr>
        <w:t>[insert County Name]</w:t>
      </w:r>
      <w:r w:rsidR="00A906B3" w:rsidRPr="00A906B3">
        <w:t xml:space="preserve"> </w:t>
      </w:r>
      <w:r w:rsidR="00343C21">
        <w:t xml:space="preserve">Clerk of Court. </w:t>
      </w:r>
      <w:r w:rsidRPr="00A906B3">
        <w:t xml:space="preserve"> </w:t>
      </w:r>
    </w:p>
    <w:p w14:paraId="5E62B544" w14:textId="77777777" w:rsidR="00601096" w:rsidRPr="00A906B3" w:rsidRDefault="00601096"/>
    <w:p w14:paraId="0BD0DC2E" w14:textId="77777777" w:rsidR="00601096" w:rsidRPr="00A906B3" w:rsidRDefault="00A906B3">
      <w:r w:rsidRPr="00A906B3">
        <w:t>Again, y</w:t>
      </w:r>
      <w:r w:rsidR="00601096" w:rsidRPr="00A906B3">
        <w:t xml:space="preserve">our cooperation in the completion of this agreement </w:t>
      </w:r>
      <w:r w:rsidR="00343C21">
        <w:t>was</w:t>
      </w:r>
      <w:r w:rsidR="00601096" w:rsidRPr="00A906B3">
        <w:t xml:space="preserve"> appreciated.</w:t>
      </w:r>
    </w:p>
    <w:p w14:paraId="669B8875" w14:textId="77777777" w:rsidR="00A906B3" w:rsidRPr="00A906B3" w:rsidRDefault="00A906B3"/>
    <w:p w14:paraId="77CECFBC" w14:textId="77777777" w:rsidR="00A906B3" w:rsidRPr="00A906B3" w:rsidRDefault="00A906B3">
      <w:r w:rsidRPr="00A906B3">
        <w:t>If you have any questions, please feel free to contact me at any time at</w:t>
      </w:r>
      <w:r w:rsidR="00343C21">
        <w:t xml:space="preserve"> </w:t>
      </w:r>
      <w:r w:rsidRPr="00A906B3">
        <w:t xml:space="preserve"> </w:t>
      </w:r>
      <w:r w:rsidR="00343C21" w:rsidRPr="00343C21">
        <w:rPr>
          <w:highlight w:val="yellow"/>
        </w:rPr>
        <w:t>_________________</w:t>
      </w:r>
      <w:r w:rsidRPr="00343C21">
        <w:rPr>
          <w:highlight w:val="yellow"/>
        </w:rPr>
        <w:t>.</w:t>
      </w:r>
    </w:p>
    <w:p w14:paraId="54045A54" w14:textId="77777777" w:rsidR="00601096" w:rsidRPr="00A906B3" w:rsidRDefault="00601096"/>
    <w:p w14:paraId="460A2C3F" w14:textId="77777777" w:rsidR="00601096" w:rsidRPr="00A906B3" w:rsidRDefault="00601096"/>
    <w:p w14:paraId="0F503DAA" w14:textId="77777777" w:rsidR="00601096" w:rsidRPr="00A906B3" w:rsidRDefault="00601096"/>
    <w:p w14:paraId="145A4EE5" w14:textId="77777777" w:rsidR="00601096" w:rsidRPr="00A906B3" w:rsidRDefault="00601096">
      <w:r w:rsidRPr="00A906B3">
        <w:t>Sincerely,</w:t>
      </w:r>
    </w:p>
    <w:p w14:paraId="67915A24" w14:textId="77777777" w:rsidR="00601096" w:rsidRPr="00A906B3" w:rsidRDefault="00601096"/>
    <w:p w14:paraId="4E3C04B3" w14:textId="77777777" w:rsidR="00601096" w:rsidRPr="00A906B3" w:rsidRDefault="00601096"/>
    <w:p w14:paraId="6F8D16E6" w14:textId="77777777" w:rsidR="00601096" w:rsidRPr="00A906B3" w:rsidRDefault="00601096"/>
    <w:p w14:paraId="12B46786" w14:textId="77777777" w:rsidR="00601096" w:rsidRPr="00A906B3" w:rsidRDefault="00343C21">
      <w:r w:rsidRPr="00343C21">
        <w:rPr>
          <w:highlight w:val="yellow"/>
        </w:rPr>
        <w:t>[Insert RECO Name]</w:t>
      </w:r>
    </w:p>
    <w:p w14:paraId="2DF43DCC" w14:textId="77777777" w:rsidR="00601096" w:rsidRPr="00A906B3" w:rsidRDefault="00343C21">
      <w:r>
        <w:t>Real Estate Contracting Officer</w:t>
      </w:r>
    </w:p>
    <w:p w14:paraId="0DF384D8" w14:textId="77777777" w:rsidR="00601096" w:rsidRPr="00A906B3" w:rsidRDefault="00A906B3">
      <w:r w:rsidRPr="00A906B3">
        <w:t>Federal Aviation Administration</w:t>
      </w:r>
    </w:p>
    <w:p w14:paraId="523BFBC1" w14:textId="77777777" w:rsidR="00601096" w:rsidRPr="00A906B3" w:rsidRDefault="00601096"/>
    <w:p w14:paraId="6235F82C" w14:textId="77777777" w:rsidR="00601096" w:rsidRPr="00A906B3" w:rsidRDefault="00601096"/>
    <w:p w14:paraId="4B7EA0C0" w14:textId="77777777" w:rsidR="00601096" w:rsidRPr="00A906B3" w:rsidRDefault="00601096"/>
    <w:p w14:paraId="53E9CDC0" w14:textId="77777777" w:rsidR="00601096" w:rsidRDefault="00601096">
      <w:r w:rsidRPr="00A906B3">
        <w:t>Enclosure</w:t>
      </w:r>
    </w:p>
    <w:p w14:paraId="4B871D16" w14:textId="77777777" w:rsidR="00601096" w:rsidRDefault="00601096"/>
    <w:p w14:paraId="1973A2C5" w14:textId="77777777" w:rsidR="00601096" w:rsidRDefault="00601096"/>
    <w:sectPr w:rsidR="00601096">
      <w:footerReference w:type="default" r:id="rId9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9FD06" w14:textId="77777777" w:rsidR="00601096" w:rsidRDefault="00601096">
      <w:r>
        <w:separator/>
      </w:r>
    </w:p>
  </w:endnote>
  <w:endnote w:type="continuationSeparator" w:id="0">
    <w:p w14:paraId="68502D60" w14:textId="77777777" w:rsidR="00601096" w:rsidRDefault="0060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3FCCF" w14:textId="77777777" w:rsidR="00457EA3" w:rsidRDefault="00457EA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BAE27" w14:textId="77777777" w:rsidR="00601096" w:rsidRDefault="00601096">
      <w:r>
        <w:separator/>
      </w:r>
    </w:p>
  </w:footnote>
  <w:footnote w:type="continuationSeparator" w:id="0">
    <w:p w14:paraId="1812E1CD" w14:textId="77777777" w:rsidR="00601096" w:rsidRDefault="00601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6B3"/>
    <w:rsid w:val="00343C21"/>
    <w:rsid w:val="00452E3D"/>
    <w:rsid w:val="00457EA3"/>
    <w:rsid w:val="00601096"/>
    <w:rsid w:val="007A0D28"/>
    <w:rsid w:val="00A9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DC06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G Times (WN)" w:hAnsi="CG Times (WN)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Paragraph">
    <w:name w:val="Paragraph"/>
    <w:basedOn w:val="Normal"/>
    <w:pPr>
      <w:ind w:left="1440"/>
    </w:pPr>
    <w:rPr>
      <w:rFonts w:ascii="Courier" w:hAnsi="Courier"/>
    </w:rPr>
  </w:style>
  <w:style w:type="paragraph" w:styleId="BalloonText">
    <w:name w:val="Balloon Text"/>
    <w:basedOn w:val="Normal"/>
    <w:semiHidden/>
    <w:rsid w:val="00A90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ASO_50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268C7F-FB20-495A-9475-C7C84E9E2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4FF242-BE95-49AB-A8E1-7C344CCEA0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8A04F6-AEEC-4D14-ABF3-B591321FE8B1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bdc2c93-e7a3-4dcf-9827-868955edd3c1"/>
    <ds:schemaRef ds:uri="http://purl.org/dc/elements/1.1/"/>
    <ds:schemaRef ds:uri="http://schemas.microsoft.com/office/2006/metadata/properties"/>
    <ds:schemaRef ds:uri="2590d161-bf77-4506-ba8a-8a2f8b1a8c3b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ASO_50 Letterhead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2020-10-07T20:26:00Z</dcterms:created>
  <dcterms:modified xsi:type="dcterms:W3CDTF">2020-10-07T20:26:00Z</dcterms:modified>
</cp:coreProperties>
</file>