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F531B1" w14:textId="77777777" w:rsidR="00231FA5" w:rsidRPr="00231FA5" w:rsidRDefault="00231FA5" w:rsidP="00231FA5">
      <w:pPr>
        <w:pStyle w:val="Grid"/>
        <w:spacing w:line="228" w:lineRule="auto"/>
        <w:ind w:left="0"/>
        <w:rPr>
          <w:rFonts w:cs="Arial"/>
          <w:sz w:val="22"/>
          <w:szCs w:val="22"/>
          <w:highlight w:val="yellow"/>
        </w:rPr>
      </w:pPr>
      <w:bookmarkStart w:id="0" w:name="_GoBack"/>
      <w:bookmarkEnd w:id="0"/>
      <w:r w:rsidRPr="00231FA5">
        <w:rPr>
          <w:rFonts w:cs="Arial"/>
          <w:sz w:val="22"/>
          <w:szCs w:val="22"/>
          <w:highlight w:val="yellow"/>
        </w:rPr>
        <w:t>[date]</w:t>
      </w:r>
    </w:p>
    <w:p w14:paraId="378042A5" w14:textId="77777777" w:rsidR="00231FA5" w:rsidRPr="00231FA5" w:rsidRDefault="00231FA5" w:rsidP="00231FA5">
      <w:pPr>
        <w:pStyle w:val="Grid"/>
        <w:spacing w:line="228" w:lineRule="auto"/>
        <w:rPr>
          <w:rFonts w:cs="Arial"/>
          <w:sz w:val="22"/>
          <w:szCs w:val="22"/>
          <w:highlight w:val="yellow"/>
        </w:rPr>
      </w:pPr>
    </w:p>
    <w:p w14:paraId="4E898AC8" w14:textId="77777777" w:rsidR="00231FA5" w:rsidRPr="00231FA5" w:rsidRDefault="00231FA5" w:rsidP="00231FA5">
      <w:pPr>
        <w:pStyle w:val="Grid"/>
        <w:spacing w:line="228" w:lineRule="auto"/>
        <w:ind w:left="0"/>
        <w:rPr>
          <w:rFonts w:cs="Arial"/>
          <w:sz w:val="22"/>
          <w:szCs w:val="22"/>
          <w:highlight w:val="yellow"/>
        </w:rPr>
      </w:pPr>
      <w:r w:rsidRPr="00231FA5">
        <w:rPr>
          <w:rFonts w:cs="Arial"/>
          <w:sz w:val="22"/>
          <w:szCs w:val="22"/>
          <w:highlight w:val="yellow"/>
        </w:rPr>
        <w:t>[name]</w:t>
      </w:r>
    </w:p>
    <w:p w14:paraId="0D9E0881" w14:textId="77777777" w:rsidR="00231FA5" w:rsidRPr="00231FA5" w:rsidRDefault="00231FA5" w:rsidP="00231FA5">
      <w:pPr>
        <w:pStyle w:val="Grid"/>
        <w:spacing w:line="228" w:lineRule="auto"/>
        <w:ind w:left="0"/>
        <w:rPr>
          <w:rFonts w:cs="Arial"/>
          <w:sz w:val="22"/>
          <w:szCs w:val="22"/>
          <w:highlight w:val="yellow"/>
        </w:rPr>
      </w:pPr>
      <w:r w:rsidRPr="00231FA5">
        <w:rPr>
          <w:rFonts w:cs="Arial"/>
          <w:sz w:val="22"/>
          <w:szCs w:val="22"/>
          <w:highlight w:val="yellow"/>
        </w:rPr>
        <w:t>[street address]</w:t>
      </w:r>
    </w:p>
    <w:p w14:paraId="66BC3D26" w14:textId="019C8279" w:rsidR="00F26B62" w:rsidRDefault="00231FA5" w:rsidP="00231FA5">
      <w:pPr>
        <w:pStyle w:val="Grid"/>
        <w:spacing w:line="228" w:lineRule="auto"/>
        <w:ind w:left="0"/>
        <w:rPr>
          <w:rFonts w:cs="Arial"/>
          <w:sz w:val="22"/>
          <w:szCs w:val="22"/>
        </w:rPr>
      </w:pPr>
      <w:r w:rsidRPr="00231FA5">
        <w:rPr>
          <w:rFonts w:cs="Arial"/>
          <w:sz w:val="22"/>
          <w:szCs w:val="22"/>
          <w:highlight w:val="yellow"/>
        </w:rPr>
        <w:t>[city, state, zip]</w:t>
      </w:r>
    </w:p>
    <w:p w14:paraId="6C4607CA" w14:textId="77777777" w:rsidR="00231FA5" w:rsidRPr="00A62E99" w:rsidRDefault="00231FA5" w:rsidP="00231FA5">
      <w:pPr>
        <w:pStyle w:val="Grid"/>
        <w:spacing w:line="228" w:lineRule="auto"/>
        <w:ind w:left="0"/>
        <w:rPr>
          <w:rFonts w:cs="Arial"/>
          <w:sz w:val="22"/>
          <w:szCs w:val="22"/>
        </w:rPr>
      </w:pPr>
    </w:p>
    <w:p w14:paraId="66BC3D27" w14:textId="7EAECF8B" w:rsidR="004E2CA9" w:rsidRDefault="00F26B62" w:rsidP="00F26B62">
      <w:pPr>
        <w:spacing w:line="228" w:lineRule="auto"/>
        <w:rPr>
          <w:rFonts w:ascii="Arial" w:hAnsi="Arial" w:cs="Arial"/>
          <w:sz w:val="22"/>
          <w:szCs w:val="22"/>
        </w:rPr>
      </w:pPr>
      <w:r w:rsidRPr="00A62E99">
        <w:rPr>
          <w:rFonts w:ascii="Arial" w:hAnsi="Arial" w:cs="Arial"/>
          <w:sz w:val="22"/>
          <w:szCs w:val="22"/>
        </w:rPr>
        <w:t xml:space="preserve">Dear </w:t>
      </w:r>
      <w:r w:rsidR="00231FA5" w:rsidRPr="00231FA5">
        <w:rPr>
          <w:rFonts w:ascii="Arial" w:hAnsi="Arial" w:cs="Arial"/>
          <w:sz w:val="22"/>
          <w:szCs w:val="22"/>
          <w:highlight w:val="yellow"/>
        </w:rPr>
        <w:t>__________________</w:t>
      </w:r>
      <w:r w:rsidR="0099076A" w:rsidRPr="00231FA5">
        <w:rPr>
          <w:rFonts w:ascii="Arial" w:hAnsi="Arial" w:cs="Arial"/>
          <w:sz w:val="22"/>
          <w:szCs w:val="22"/>
          <w:highlight w:val="yellow"/>
        </w:rPr>
        <w:t>:</w:t>
      </w:r>
    </w:p>
    <w:p w14:paraId="66BC3D28" w14:textId="77777777" w:rsidR="00F47A81" w:rsidRDefault="00F47A81" w:rsidP="00F26B62">
      <w:pPr>
        <w:spacing w:line="228" w:lineRule="auto"/>
        <w:rPr>
          <w:rFonts w:ascii="Arial" w:hAnsi="Arial" w:cs="Arial"/>
          <w:sz w:val="22"/>
          <w:szCs w:val="22"/>
        </w:rPr>
      </w:pPr>
    </w:p>
    <w:p w14:paraId="66BC3D29" w14:textId="77777777" w:rsidR="00F47A81" w:rsidRPr="00F47A81" w:rsidRDefault="00F47A81" w:rsidP="00F47A81">
      <w:pPr>
        <w:spacing w:line="228" w:lineRule="auto"/>
        <w:jc w:val="center"/>
        <w:rPr>
          <w:rFonts w:ascii="Arial" w:hAnsi="Arial" w:cs="Arial"/>
          <w:b/>
          <w:sz w:val="22"/>
          <w:szCs w:val="22"/>
        </w:rPr>
      </w:pPr>
      <w:r w:rsidRPr="00F47A81">
        <w:rPr>
          <w:rFonts w:ascii="Arial" w:hAnsi="Arial" w:cs="Arial"/>
          <w:b/>
          <w:sz w:val="22"/>
          <w:szCs w:val="22"/>
        </w:rPr>
        <w:t>NOTICE</w:t>
      </w:r>
      <w:r w:rsidR="00DF5409">
        <w:rPr>
          <w:rFonts w:ascii="Arial" w:hAnsi="Arial" w:cs="Arial"/>
          <w:b/>
          <w:sz w:val="22"/>
          <w:szCs w:val="22"/>
        </w:rPr>
        <w:t xml:space="preserve"> TO CURE</w:t>
      </w:r>
    </w:p>
    <w:p w14:paraId="66BC3D2A" w14:textId="77777777" w:rsidR="00B26E5F" w:rsidRPr="00A62E99" w:rsidRDefault="00B26E5F" w:rsidP="00F26B62">
      <w:pPr>
        <w:spacing w:line="228" w:lineRule="auto"/>
        <w:rPr>
          <w:rFonts w:ascii="Arial" w:hAnsi="Arial" w:cs="Arial"/>
          <w:sz w:val="22"/>
          <w:szCs w:val="22"/>
        </w:rPr>
      </w:pPr>
    </w:p>
    <w:p w14:paraId="66BC3D2B" w14:textId="43738358" w:rsidR="008E1115" w:rsidRPr="00A62E99" w:rsidRDefault="004E2CA9" w:rsidP="00F26B62">
      <w:pPr>
        <w:spacing w:line="228" w:lineRule="auto"/>
        <w:rPr>
          <w:rFonts w:ascii="Arial" w:hAnsi="Arial" w:cs="Arial"/>
          <w:sz w:val="22"/>
          <w:szCs w:val="22"/>
        </w:rPr>
      </w:pPr>
      <w:r w:rsidRPr="00A62E99">
        <w:rPr>
          <w:rFonts w:ascii="Arial" w:hAnsi="Arial" w:cs="Arial"/>
          <w:sz w:val="22"/>
          <w:szCs w:val="22"/>
        </w:rPr>
        <w:t>T</w:t>
      </w:r>
      <w:r w:rsidR="003357C3" w:rsidRPr="00A62E99">
        <w:rPr>
          <w:rFonts w:ascii="Arial" w:hAnsi="Arial" w:cs="Arial"/>
          <w:sz w:val="22"/>
          <w:szCs w:val="22"/>
        </w:rPr>
        <w:t xml:space="preserve">his </w:t>
      </w:r>
      <w:r w:rsidR="00116B0F">
        <w:rPr>
          <w:rFonts w:ascii="Arial" w:hAnsi="Arial" w:cs="Arial"/>
          <w:sz w:val="22"/>
          <w:szCs w:val="22"/>
        </w:rPr>
        <w:t xml:space="preserve">letter </w:t>
      </w:r>
      <w:r w:rsidR="003357C3" w:rsidRPr="00A62E99">
        <w:rPr>
          <w:rFonts w:ascii="Arial" w:hAnsi="Arial" w:cs="Arial"/>
          <w:sz w:val="22"/>
          <w:szCs w:val="22"/>
        </w:rPr>
        <w:t>i</w:t>
      </w:r>
      <w:r w:rsidR="00CB0EAB" w:rsidRPr="00A62E99">
        <w:rPr>
          <w:rFonts w:ascii="Arial" w:hAnsi="Arial" w:cs="Arial"/>
          <w:sz w:val="22"/>
          <w:szCs w:val="22"/>
        </w:rPr>
        <w:t>s</w:t>
      </w:r>
      <w:r w:rsidR="003357C3" w:rsidRPr="00A62E99">
        <w:rPr>
          <w:rFonts w:ascii="Arial" w:hAnsi="Arial" w:cs="Arial"/>
          <w:sz w:val="22"/>
          <w:szCs w:val="22"/>
        </w:rPr>
        <w:t xml:space="preserve"> in reference to </w:t>
      </w:r>
      <w:r w:rsidR="00305408" w:rsidRPr="00A62E99">
        <w:rPr>
          <w:rFonts w:ascii="Arial" w:hAnsi="Arial" w:cs="Arial"/>
          <w:sz w:val="22"/>
          <w:szCs w:val="22"/>
        </w:rPr>
        <w:t xml:space="preserve">the </w:t>
      </w:r>
      <w:r w:rsidRPr="00A62E99">
        <w:rPr>
          <w:rFonts w:ascii="Arial" w:hAnsi="Arial" w:cs="Arial"/>
          <w:sz w:val="22"/>
          <w:szCs w:val="22"/>
        </w:rPr>
        <w:t xml:space="preserve">Federal </w:t>
      </w:r>
      <w:r w:rsidR="00305408" w:rsidRPr="00A62E99">
        <w:rPr>
          <w:rFonts w:ascii="Arial" w:hAnsi="Arial" w:cs="Arial"/>
          <w:sz w:val="22"/>
          <w:szCs w:val="22"/>
        </w:rPr>
        <w:t xml:space="preserve">Aviation </w:t>
      </w:r>
      <w:r w:rsidRPr="00A62E99">
        <w:rPr>
          <w:rFonts w:ascii="Arial" w:hAnsi="Arial" w:cs="Arial"/>
          <w:sz w:val="22"/>
          <w:szCs w:val="22"/>
        </w:rPr>
        <w:t xml:space="preserve">Administration’s (FAA) </w:t>
      </w:r>
      <w:r w:rsidR="00231FA5">
        <w:rPr>
          <w:rFonts w:ascii="Arial" w:hAnsi="Arial" w:cs="Arial"/>
          <w:sz w:val="22"/>
          <w:szCs w:val="22"/>
        </w:rPr>
        <w:t>Contract</w:t>
      </w:r>
      <w:r w:rsidRPr="00A62E99">
        <w:rPr>
          <w:rFonts w:ascii="Arial" w:hAnsi="Arial" w:cs="Arial"/>
          <w:sz w:val="22"/>
          <w:szCs w:val="22"/>
        </w:rPr>
        <w:t xml:space="preserve"> </w:t>
      </w:r>
      <w:r w:rsidR="00D433A4" w:rsidRPr="00A62E99">
        <w:rPr>
          <w:rFonts w:ascii="Arial" w:hAnsi="Arial" w:cs="Arial"/>
          <w:sz w:val="22"/>
          <w:szCs w:val="22"/>
        </w:rPr>
        <w:t>Number</w:t>
      </w:r>
      <w:r w:rsidR="00601D83" w:rsidRPr="00A62E99">
        <w:rPr>
          <w:rFonts w:ascii="Arial" w:hAnsi="Arial" w:cs="Arial"/>
          <w:sz w:val="22"/>
          <w:szCs w:val="22"/>
        </w:rPr>
        <w:t xml:space="preserve"> </w:t>
      </w:r>
      <w:r w:rsidR="00231FA5" w:rsidRPr="00231FA5">
        <w:rPr>
          <w:rFonts w:ascii="Arial" w:hAnsi="Arial" w:cs="Arial"/>
          <w:sz w:val="22"/>
          <w:szCs w:val="22"/>
          <w:highlight w:val="yellow"/>
        </w:rPr>
        <w:t>___________________</w:t>
      </w:r>
      <w:r w:rsidR="00231FA5">
        <w:rPr>
          <w:rFonts w:ascii="Arial" w:hAnsi="Arial" w:cs="Arial"/>
          <w:sz w:val="22"/>
          <w:szCs w:val="22"/>
        </w:rPr>
        <w:t xml:space="preserve"> covering the </w:t>
      </w:r>
      <w:r w:rsidR="00DF5409" w:rsidRPr="00DF5409">
        <w:rPr>
          <w:rFonts w:ascii="Arial" w:hAnsi="Arial" w:cs="Arial"/>
          <w:sz w:val="22"/>
          <w:szCs w:val="22"/>
        </w:rPr>
        <w:t xml:space="preserve">space </w:t>
      </w:r>
      <w:r w:rsidR="00116B0F">
        <w:rPr>
          <w:rFonts w:ascii="Arial" w:hAnsi="Arial" w:cs="Arial"/>
          <w:sz w:val="22"/>
          <w:szCs w:val="22"/>
        </w:rPr>
        <w:t xml:space="preserve">and services </w:t>
      </w:r>
      <w:r w:rsidR="00231FA5">
        <w:rPr>
          <w:rFonts w:ascii="Arial" w:hAnsi="Arial" w:cs="Arial"/>
          <w:sz w:val="22"/>
          <w:szCs w:val="22"/>
        </w:rPr>
        <w:t>for</w:t>
      </w:r>
      <w:r w:rsidR="00DF5409" w:rsidRPr="00DF5409">
        <w:rPr>
          <w:rFonts w:ascii="Arial" w:hAnsi="Arial" w:cs="Arial"/>
          <w:sz w:val="22"/>
          <w:szCs w:val="22"/>
        </w:rPr>
        <w:t xml:space="preserve"> our </w:t>
      </w:r>
      <w:r w:rsidR="00231FA5" w:rsidRPr="00231FA5">
        <w:rPr>
          <w:rFonts w:ascii="Arial" w:hAnsi="Arial" w:cs="Arial"/>
          <w:sz w:val="22"/>
          <w:szCs w:val="22"/>
          <w:highlight w:val="yellow"/>
        </w:rPr>
        <w:t>[insert facility/office name]</w:t>
      </w:r>
      <w:r w:rsidR="00DF5409" w:rsidRPr="00DF5409">
        <w:rPr>
          <w:rFonts w:ascii="Arial" w:hAnsi="Arial" w:cs="Arial"/>
          <w:sz w:val="22"/>
          <w:szCs w:val="22"/>
        </w:rPr>
        <w:t xml:space="preserve"> located</w:t>
      </w:r>
      <w:r w:rsidR="00231FA5">
        <w:rPr>
          <w:rFonts w:ascii="Arial" w:hAnsi="Arial" w:cs="Arial"/>
          <w:sz w:val="22"/>
          <w:szCs w:val="22"/>
        </w:rPr>
        <w:t xml:space="preserve"> at </w:t>
      </w:r>
      <w:r w:rsidR="00231FA5" w:rsidRPr="00231FA5">
        <w:rPr>
          <w:rFonts w:ascii="Arial" w:hAnsi="Arial" w:cs="Arial"/>
          <w:sz w:val="22"/>
          <w:szCs w:val="22"/>
          <w:highlight w:val="yellow"/>
        </w:rPr>
        <w:t>[insert suite number, building name, street name, city, state]</w:t>
      </w:r>
      <w:r w:rsidR="00DF5409" w:rsidRPr="00DF5409">
        <w:rPr>
          <w:rFonts w:ascii="Arial" w:hAnsi="Arial" w:cs="Arial"/>
          <w:sz w:val="22"/>
          <w:szCs w:val="22"/>
        </w:rPr>
        <w:t>.</w:t>
      </w:r>
    </w:p>
    <w:p w14:paraId="66BC3D2C" w14:textId="77777777" w:rsidR="00A62E99" w:rsidRPr="00A62E99" w:rsidRDefault="00A62E99" w:rsidP="00F26B62">
      <w:pPr>
        <w:spacing w:line="228" w:lineRule="auto"/>
        <w:rPr>
          <w:rFonts w:ascii="Arial" w:hAnsi="Arial" w:cs="Arial"/>
          <w:sz w:val="22"/>
          <w:szCs w:val="22"/>
        </w:rPr>
      </w:pPr>
    </w:p>
    <w:p w14:paraId="66BC3D2D" w14:textId="31B981D1" w:rsidR="00116B0F" w:rsidRDefault="00116B0F" w:rsidP="00F26B62">
      <w:pPr>
        <w:spacing w:line="22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It has been brought to my attention that our </w:t>
      </w:r>
      <w:r w:rsidR="00231FA5">
        <w:rPr>
          <w:rFonts w:ascii="Arial" w:hAnsi="Arial" w:cs="Arial"/>
          <w:sz w:val="22"/>
          <w:szCs w:val="22"/>
        </w:rPr>
        <w:t>facility</w:t>
      </w:r>
      <w:r>
        <w:rPr>
          <w:rFonts w:ascii="Arial" w:hAnsi="Arial" w:cs="Arial"/>
          <w:sz w:val="22"/>
          <w:szCs w:val="22"/>
        </w:rPr>
        <w:t xml:space="preserve"> has </w:t>
      </w:r>
      <w:r w:rsidR="00231FA5" w:rsidRPr="00231FA5">
        <w:rPr>
          <w:rFonts w:ascii="Arial" w:hAnsi="Arial" w:cs="Arial"/>
          <w:sz w:val="22"/>
          <w:szCs w:val="22"/>
          <w:highlight w:val="yellow"/>
        </w:rPr>
        <w:t>[insert brief description of the issue]</w:t>
      </w:r>
      <w:r w:rsidR="00231FA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since</w:t>
      </w:r>
      <w:r w:rsidR="00231FA5">
        <w:rPr>
          <w:rFonts w:ascii="Arial" w:hAnsi="Arial" w:cs="Arial"/>
          <w:sz w:val="22"/>
          <w:szCs w:val="22"/>
        </w:rPr>
        <w:t xml:space="preserve"> </w:t>
      </w:r>
      <w:r w:rsidR="00231FA5" w:rsidRPr="00231FA5">
        <w:rPr>
          <w:rFonts w:ascii="Arial" w:hAnsi="Arial" w:cs="Arial"/>
          <w:sz w:val="22"/>
          <w:szCs w:val="22"/>
          <w:highlight w:val="yellow"/>
        </w:rPr>
        <w:t>[insert date that the issue began]</w:t>
      </w:r>
      <w:r w:rsidR="004E6174">
        <w:rPr>
          <w:rFonts w:ascii="Arial" w:hAnsi="Arial" w:cs="Arial"/>
          <w:sz w:val="22"/>
          <w:szCs w:val="22"/>
        </w:rPr>
        <w:t>.  A list of events are as follows:</w:t>
      </w:r>
    </w:p>
    <w:p w14:paraId="66BC3D2E" w14:textId="77777777" w:rsidR="004E6174" w:rsidRDefault="004E6174" w:rsidP="00F26B62">
      <w:pPr>
        <w:spacing w:line="228" w:lineRule="auto"/>
        <w:rPr>
          <w:rFonts w:ascii="Arial" w:hAnsi="Arial" w:cs="Arial"/>
          <w:sz w:val="22"/>
          <w:szCs w:val="22"/>
        </w:rPr>
      </w:pPr>
    </w:p>
    <w:p w14:paraId="66BC3D42" w14:textId="6690342D" w:rsidR="0009132C" w:rsidRDefault="00231FA5" w:rsidP="000243D7">
      <w:pPr>
        <w:spacing w:line="228" w:lineRule="auto"/>
        <w:ind w:left="720"/>
        <w:rPr>
          <w:rFonts w:ascii="Arial" w:hAnsi="Arial" w:cs="Arial"/>
          <w:sz w:val="22"/>
          <w:szCs w:val="22"/>
        </w:rPr>
      </w:pPr>
      <w:r w:rsidRPr="00231FA5">
        <w:rPr>
          <w:rFonts w:ascii="Arial" w:hAnsi="Arial" w:cs="Arial"/>
          <w:sz w:val="22"/>
          <w:szCs w:val="22"/>
          <w:highlight w:val="yellow"/>
        </w:rPr>
        <w:t>[insert a list of events and any attempts to resolve the issue that have already been made]</w:t>
      </w:r>
    </w:p>
    <w:p w14:paraId="66BC3D43" w14:textId="77777777" w:rsidR="00116B0F" w:rsidRDefault="00116B0F" w:rsidP="00F26B62">
      <w:pPr>
        <w:spacing w:line="228" w:lineRule="auto"/>
        <w:rPr>
          <w:rFonts w:ascii="Arial" w:hAnsi="Arial" w:cs="Arial"/>
          <w:sz w:val="22"/>
          <w:szCs w:val="22"/>
        </w:rPr>
      </w:pPr>
    </w:p>
    <w:p w14:paraId="66BC3D44" w14:textId="0D52D0FD" w:rsidR="00A62E99" w:rsidRPr="00A62E99" w:rsidRDefault="00C23545" w:rsidP="00F26B62">
      <w:pPr>
        <w:spacing w:line="22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FAA is requesting immediate action to rectify the </w:t>
      </w:r>
      <w:r w:rsidR="00231FA5">
        <w:rPr>
          <w:rFonts w:ascii="Arial" w:hAnsi="Arial" w:cs="Arial"/>
          <w:sz w:val="22"/>
          <w:szCs w:val="22"/>
        </w:rPr>
        <w:t xml:space="preserve">situation </w:t>
      </w:r>
      <w:r w:rsidR="00EA1E86">
        <w:rPr>
          <w:rFonts w:ascii="Arial" w:hAnsi="Arial" w:cs="Arial"/>
          <w:sz w:val="22"/>
          <w:szCs w:val="22"/>
        </w:rPr>
        <w:t>no later than</w:t>
      </w:r>
      <w:r w:rsidR="00231FA5">
        <w:rPr>
          <w:rFonts w:ascii="Arial" w:hAnsi="Arial" w:cs="Arial"/>
          <w:sz w:val="22"/>
          <w:szCs w:val="22"/>
        </w:rPr>
        <w:t xml:space="preserve"> </w:t>
      </w:r>
      <w:r w:rsidR="00231FA5" w:rsidRPr="00231FA5">
        <w:rPr>
          <w:rFonts w:ascii="Arial" w:hAnsi="Arial" w:cs="Arial"/>
          <w:sz w:val="22"/>
          <w:szCs w:val="22"/>
          <w:highlight w:val="yellow"/>
        </w:rPr>
        <w:t>[insert date]</w:t>
      </w:r>
      <w:r w:rsidR="00EA1E86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6BC3D45" w14:textId="77777777" w:rsidR="00EA1E86" w:rsidRDefault="00EA1E86" w:rsidP="00F26B62">
      <w:pPr>
        <w:spacing w:line="228" w:lineRule="auto"/>
        <w:rPr>
          <w:rFonts w:ascii="Arial" w:hAnsi="Arial" w:cs="Arial"/>
          <w:sz w:val="22"/>
          <w:szCs w:val="22"/>
        </w:rPr>
      </w:pPr>
    </w:p>
    <w:p w14:paraId="66BC3D46" w14:textId="54BD0825" w:rsidR="00EA1E86" w:rsidRDefault="00EA1E86" w:rsidP="00F26B62">
      <w:pPr>
        <w:spacing w:line="22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As stipulated under Clause</w:t>
      </w:r>
      <w:r w:rsidR="00231FA5">
        <w:rPr>
          <w:rFonts w:ascii="Arial" w:hAnsi="Arial" w:cs="Arial"/>
          <w:sz w:val="22"/>
          <w:szCs w:val="22"/>
        </w:rPr>
        <w:t xml:space="preserve"> </w:t>
      </w:r>
      <w:r w:rsidR="00231FA5" w:rsidRPr="00231FA5">
        <w:rPr>
          <w:rFonts w:ascii="Arial" w:hAnsi="Arial" w:cs="Arial"/>
          <w:sz w:val="22"/>
          <w:szCs w:val="22"/>
          <w:highlight w:val="yellow"/>
        </w:rPr>
        <w:t>[insert clause number and clause title]</w:t>
      </w:r>
      <w:r w:rsidR="00231FA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of our </w:t>
      </w:r>
      <w:r w:rsidR="00231FA5">
        <w:rPr>
          <w:rFonts w:ascii="Arial" w:hAnsi="Arial" w:cs="Arial"/>
          <w:sz w:val="22"/>
          <w:szCs w:val="22"/>
        </w:rPr>
        <w:t xml:space="preserve">contract, </w:t>
      </w:r>
      <w:r>
        <w:rPr>
          <w:rFonts w:ascii="Arial" w:hAnsi="Arial" w:cs="Arial"/>
          <w:sz w:val="22"/>
          <w:szCs w:val="22"/>
        </w:rPr>
        <w:t xml:space="preserve">it is your responsibility to </w:t>
      </w:r>
      <w:r w:rsidR="00231FA5" w:rsidRPr="00231FA5">
        <w:rPr>
          <w:rFonts w:ascii="Arial" w:hAnsi="Arial" w:cs="Arial"/>
          <w:sz w:val="22"/>
          <w:szCs w:val="22"/>
          <w:highlight w:val="yellow"/>
        </w:rPr>
        <w:t>[insert description of requirement as stated within the referenced clause]</w:t>
      </w:r>
      <w:r>
        <w:rPr>
          <w:rFonts w:ascii="Arial" w:hAnsi="Arial" w:cs="Arial"/>
          <w:sz w:val="22"/>
          <w:szCs w:val="22"/>
        </w:rPr>
        <w:t>.</w:t>
      </w:r>
    </w:p>
    <w:p w14:paraId="66BC3D47" w14:textId="77777777" w:rsidR="00EA1E86" w:rsidRDefault="00EA1E86" w:rsidP="00F26B62">
      <w:pPr>
        <w:spacing w:line="228" w:lineRule="auto"/>
        <w:rPr>
          <w:rFonts w:ascii="Arial" w:hAnsi="Arial" w:cs="Arial"/>
          <w:sz w:val="22"/>
          <w:szCs w:val="22"/>
        </w:rPr>
      </w:pPr>
    </w:p>
    <w:p w14:paraId="66BC3D48" w14:textId="5054E9DF" w:rsidR="0048242B" w:rsidRPr="00A62E99" w:rsidRDefault="00730E89" w:rsidP="00F26B62">
      <w:pPr>
        <w:spacing w:line="22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If the </w:t>
      </w:r>
      <w:r w:rsidR="00231FA5">
        <w:rPr>
          <w:rFonts w:ascii="Arial" w:hAnsi="Arial" w:cs="Arial"/>
          <w:sz w:val="22"/>
          <w:szCs w:val="22"/>
        </w:rPr>
        <w:t xml:space="preserve">situation is not resolved </w:t>
      </w:r>
      <w:r>
        <w:rPr>
          <w:rFonts w:ascii="Arial" w:hAnsi="Arial" w:cs="Arial"/>
          <w:sz w:val="22"/>
          <w:szCs w:val="22"/>
        </w:rPr>
        <w:t xml:space="preserve">by the date specified in this cure letter, then you will be in violation of Clause </w:t>
      </w:r>
      <w:r w:rsidR="00231FA5" w:rsidRPr="00231FA5">
        <w:rPr>
          <w:rFonts w:ascii="Arial" w:hAnsi="Arial" w:cs="Arial"/>
          <w:sz w:val="22"/>
          <w:szCs w:val="22"/>
          <w:highlight w:val="yellow"/>
        </w:rPr>
        <w:t>[insert clause number and clause title]</w:t>
      </w:r>
      <w:r w:rsidRPr="00231FA5">
        <w:rPr>
          <w:rFonts w:ascii="Arial" w:hAnsi="Arial" w:cs="Arial"/>
          <w:sz w:val="22"/>
          <w:szCs w:val="22"/>
          <w:highlight w:val="yellow"/>
        </w:rPr>
        <w:t>.</w:t>
      </w:r>
    </w:p>
    <w:p w14:paraId="66BC3D49" w14:textId="77777777" w:rsidR="00A62E99" w:rsidRDefault="00A62E99" w:rsidP="00F26B62">
      <w:pPr>
        <w:spacing w:line="228" w:lineRule="auto"/>
        <w:rPr>
          <w:rFonts w:ascii="Arial" w:hAnsi="Arial" w:cs="Arial"/>
          <w:sz w:val="22"/>
          <w:szCs w:val="22"/>
        </w:rPr>
      </w:pPr>
    </w:p>
    <w:p w14:paraId="66BC3D4A" w14:textId="559401D2" w:rsidR="00A45380" w:rsidRPr="00A62E99" w:rsidRDefault="00730E89" w:rsidP="00F26B62">
      <w:pPr>
        <w:spacing w:line="22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Please provide me with your written response pertaining to this cure letter, and how you intend to rectify this situation within the specified timeframe.  </w:t>
      </w:r>
      <w:r w:rsidR="00FF7D44" w:rsidRPr="00A62E99">
        <w:rPr>
          <w:rFonts w:ascii="Arial" w:hAnsi="Arial" w:cs="Arial"/>
          <w:sz w:val="22"/>
          <w:szCs w:val="22"/>
        </w:rPr>
        <w:t xml:space="preserve">If you have any questions regarding this matter, please contact me at </w:t>
      </w:r>
      <w:r w:rsidR="00231FA5" w:rsidRPr="00231FA5">
        <w:rPr>
          <w:rFonts w:ascii="Arial" w:hAnsi="Arial" w:cs="Arial"/>
          <w:sz w:val="22"/>
          <w:szCs w:val="22"/>
          <w:highlight w:val="yellow"/>
        </w:rPr>
        <w:t>______________________________</w:t>
      </w:r>
      <w:r w:rsidR="00922B1F" w:rsidRPr="00231FA5">
        <w:rPr>
          <w:rFonts w:ascii="Arial" w:hAnsi="Arial" w:cs="Arial"/>
          <w:sz w:val="22"/>
          <w:szCs w:val="22"/>
          <w:highlight w:val="yellow"/>
        </w:rPr>
        <w:t xml:space="preserve">, e-mail </w:t>
      </w:r>
      <w:r w:rsidR="00231FA5" w:rsidRPr="00231FA5">
        <w:rPr>
          <w:highlight w:val="yellow"/>
        </w:rPr>
        <w:t xml:space="preserve">______________________________ </w:t>
      </w:r>
      <w:r w:rsidR="00922B1F" w:rsidRPr="00231FA5">
        <w:rPr>
          <w:rFonts w:ascii="Arial" w:hAnsi="Arial" w:cs="Arial"/>
          <w:sz w:val="22"/>
          <w:szCs w:val="22"/>
          <w:highlight w:val="yellow"/>
        </w:rPr>
        <w:t xml:space="preserve">or telephone </w:t>
      </w:r>
      <w:r w:rsidR="00231FA5" w:rsidRPr="00231FA5">
        <w:rPr>
          <w:rFonts w:ascii="Arial" w:hAnsi="Arial" w:cs="Arial"/>
          <w:sz w:val="22"/>
          <w:szCs w:val="22"/>
          <w:highlight w:val="yellow"/>
        </w:rPr>
        <w:t>___________________</w:t>
      </w:r>
      <w:r w:rsidR="00FF7D44" w:rsidRPr="00231FA5">
        <w:rPr>
          <w:rFonts w:ascii="Arial" w:hAnsi="Arial" w:cs="Arial"/>
          <w:sz w:val="22"/>
          <w:szCs w:val="22"/>
          <w:highlight w:val="yellow"/>
        </w:rPr>
        <w:t>.</w:t>
      </w:r>
    </w:p>
    <w:p w14:paraId="66BC3D4B" w14:textId="77777777" w:rsidR="00FF7D44" w:rsidRPr="00A62E99" w:rsidRDefault="00FF7D44" w:rsidP="00F26B62">
      <w:pPr>
        <w:spacing w:line="228" w:lineRule="auto"/>
        <w:ind w:right="-234"/>
        <w:rPr>
          <w:rFonts w:ascii="Arial" w:hAnsi="Arial" w:cs="Arial"/>
          <w:sz w:val="22"/>
          <w:szCs w:val="22"/>
        </w:rPr>
      </w:pPr>
    </w:p>
    <w:p w14:paraId="66BC3D4C" w14:textId="77777777" w:rsidR="00A479E3" w:rsidRPr="00A62E99" w:rsidRDefault="00A479E3" w:rsidP="00F26B62">
      <w:pPr>
        <w:spacing w:line="228" w:lineRule="auto"/>
        <w:ind w:right="-234"/>
        <w:rPr>
          <w:rFonts w:ascii="Arial" w:hAnsi="Arial" w:cs="Arial"/>
          <w:sz w:val="22"/>
          <w:szCs w:val="22"/>
        </w:rPr>
      </w:pPr>
    </w:p>
    <w:p w14:paraId="66BC3D4D" w14:textId="77777777" w:rsidR="00F26B62" w:rsidRPr="00A62E99" w:rsidRDefault="00F26B62" w:rsidP="00F26B62">
      <w:pPr>
        <w:spacing w:line="228" w:lineRule="auto"/>
        <w:ind w:right="-234"/>
        <w:rPr>
          <w:rFonts w:ascii="Arial" w:hAnsi="Arial" w:cs="Arial"/>
          <w:sz w:val="22"/>
          <w:szCs w:val="22"/>
        </w:rPr>
      </w:pPr>
      <w:r w:rsidRPr="00A62E99">
        <w:rPr>
          <w:rFonts w:ascii="Arial" w:hAnsi="Arial" w:cs="Arial"/>
          <w:sz w:val="22"/>
          <w:szCs w:val="22"/>
        </w:rPr>
        <w:t>Sincerely,</w:t>
      </w:r>
    </w:p>
    <w:p w14:paraId="66BC3D4E" w14:textId="77777777" w:rsidR="00F26B62" w:rsidRPr="00A62E99" w:rsidRDefault="00F26B62" w:rsidP="00F26B62">
      <w:pPr>
        <w:spacing w:line="228" w:lineRule="auto"/>
        <w:ind w:right="-234"/>
        <w:rPr>
          <w:rFonts w:ascii="Arial" w:hAnsi="Arial" w:cs="Arial"/>
          <w:sz w:val="22"/>
          <w:szCs w:val="22"/>
        </w:rPr>
      </w:pPr>
    </w:p>
    <w:p w14:paraId="66BC3D4F" w14:textId="77777777" w:rsidR="00F26B62" w:rsidRPr="00A62E99" w:rsidRDefault="00F26B62" w:rsidP="00F26B62">
      <w:pPr>
        <w:spacing w:line="228" w:lineRule="auto"/>
        <w:ind w:right="-234"/>
        <w:rPr>
          <w:rFonts w:ascii="Arial" w:hAnsi="Arial" w:cs="Arial"/>
          <w:sz w:val="22"/>
          <w:szCs w:val="22"/>
        </w:rPr>
      </w:pPr>
    </w:p>
    <w:p w14:paraId="66BC3D50" w14:textId="77777777" w:rsidR="00F26B62" w:rsidRPr="00A62E99" w:rsidRDefault="00F26B62" w:rsidP="00F26B62">
      <w:pPr>
        <w:spacing w:line="228" w:lineRule="auto"/>
        <w:ind w:right="-234"/>
        <w:rPr>
          <w:rFonts w:ascii="Arial" w:hAnsi="Arial" w:cs="Arial"/>
          <w:sz w:val="22"/>
          <w:szCs w:val="22"/>
        </w:rPr>
      </w:pPr>
    </w:p>
    <w:p w14:paraId="66BC3D51" w14:textId="77777777" w:rsidR="007D1DF6" w:rsidRPr="00A62E99" w:rsidRDefault="007D1DF6" w:rsidP="00F26B62">
      <w:pPr>
        <w:spacing w:line="228" w:lineRule="auto"/>
        <w:ind w:right="-234"/>
        <w:rPr>
          <w:rFonts w:ascii="Arial" w:hAnsi="Arial" w:cs="Arial"/>
          <w:sz w:val="22"/>
          <w:szCs w:val="22"/>
        </w:rPr>
      </w:pPr>
    </w:p>
    <w:p w14:paraId="66BC3D52" w14:textId="152845FD" w:rsidR="008E3050" w:rsidRPr="00A62E99" w:rsidRDefault="00231FA5" w:rsidP="008E3050">
      <w:pPr>
        <w:rPr>
          <w:rFonts w:ascii="Arial" w:hAnsi="Arial" w:cs="Arial"/>
          <w:sz w:val="22"/>
          <w:szCs w:val="22"/>
        </w:rPr>
      </w:pPr>
      <w:r w:rsidRPr="00231FA5">
        <w:rPr>
          <w:rFonts w:ascii="Arial" w:hAnsi="Arial" w:cs="Arial"/>
          <w:sz w:val="22"/>
          <w:szCs w:val="22"/>
          <w:highlight w:val="yellow"/>
        </w:rPr>
        <w:t>[insert RECO name]</w:t>
      </w:r>
    </w:p>
    <w:p w14:paraId="66BC3D53" w14:textId="3D7D933B" w:rsidR="008E3050" w:rsidRPr="00A62E99" w:rsidRDefault="00231FA5" w:rsidP="008E30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Real Estate Contracting Officer</w:t>
      </w:r>
    </w:p>
    <w:p w14:paraId="66BC3D54" w14:textId="4944FDB7" w:rsidR="0023554E" w:rsidRPr="00A62E99" w:rsidRDefault="00231F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Federal Aviation Administration</w:t>
      </w:r>
    </w:p>
    <w:p w14:paraId="66BC3D55" w14:textId="77777777" w:rsidR="006D520C" w:rsidRPr="00A62E99" w:rsidRDefault="006D520C">
      <w:pPr>
        <w:rPr>
          <w:rFonts w:ascii="Arial" w:hAnsi="Arial" w:cs="Arial"/>
          <w:sz w:val="22"/>
          <w:szCs w:val="22"/>
        </w:rPr>
      </w:pPr>
    </w:p>
    <w:p w14:paraId="66BC3D56" w14:textId="77777777" w:rsidR="006D520C" w:rsidRPr="00A62E99" w:rsidRDefault="006D520C">
      <w:pPr>
        <w:rPr>
          <w:rFonts w:ascii="Arial" w:hAnsi="Arial" w:cs="Arial"/>
          <w:sz w:val="22"/>
          <w:szCs w:val="22"/>
        </w:rPr>
      </w:pPr>
    </w:p>
    <w:sectPr w:rsidR="006D520C" w:rsidRPr="00A62E99">
      <w:headerReference w:type="even" r:id="rId11"/>
      <w:headerReference w:type="default" r:id="rId12"/>
      <w:pgSz w:w="12240" w:h="15840"/>
      <w:pgMar w:top="1440" w:right="1656" w:bottom="1440" w:left="165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BC3D5B" w14:textId="77777777" w:rsidR="004E4637" w:rsidRDefault="004E4637">
      <w:r>
        <w:separator/>
      </w:r>
    </w:p>
  </w:endnote>
  <w:endnote w:type="continuationSeparator" w:id="0">
    <w:p w14:paraId="66BC3D5C" w14:textId="77777777" w:rsidR="004E4637" w:rsidRDefault="004E4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BC3D59" w14:textId="77777777" w:rsidR="004E4637" w:rsidRDefault="004E4637">
      <w:r>
        <w:separator/>
      </w:r>
    </w:p>
  </w:footnote>
  <w:footnote w:type="continuationSeparator" w:id="0">
    <w:p w14:paraId="66BC3D5A" w14:textId="77777777" w:rsidR="004E4637" w:rsidRDefault="004E4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BC3D5D" w14:textId="77777777" w:rsidR="00972FAD" w:rsidRDefault="00972FA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6BC3D5E" w14:textId="77777777" w:rsidR="00972FAD" w:rsidRDefault="00972FAD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BC3D5F" w14:textId="70B80B1D" w:rsidR="00972FAD" w:rsidRDefault="00972FA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31FA5">
      <w:rPr>
        <w:rStyle w:val="PageNumber"/>
        <w:noProof/>
      </w:rPr>
      <w:t>2</w:t>
    </w:r>
    <w:r>
      <w:rPr>
        <w:rStyle w:val="PageNumber"/>
      </w:rPr>
      <w:fldChar w:fldCharType="end"/>
    </w:r>
  </w:p>
  <w:p w14:paraId="66BC3D60" w14:textId="77777777" w:rsidR="00972FAD" w:rsidRDefault="00972FAD">
    <w:pPr>
      <w:pStyle w:val="Header"/>
      <w:ind w:right="360"/>
      <w:rPr>
        <w:rStyle w:val="PageNumbe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244FB0"/>
    <w:multiLevelType w:val="hybridMultilevel"/>
    <w:tmpl w:val="2C20537E"/>
    <w:lvl w:ilvl="0" w:tplc="12DCD11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06EAD"/>
    <w:multiLevelType w:val="hybridMultilevel"/>
    <w:tmpl w:val="ADFAD43E"/>
    <w:lvl w:ilvl="0" w:tplc="FBAA3B7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884760"/>
    <w:multiLevelType w:val="hybridMultilevel"/>
    <w:tmpl w:val="5860CCCA"/>
    <w:lvl w:ilvl="0" w:tplc="0FA8016E">
      <w:start w:val="1"/>
      <w:numFmt w:val="decimal"/>
      <w:lvlText w:val="%1)"/>
      <w:lvlJc w:val="left"/>
      <w:pPr>
        <w:ind w:left="85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6E54DE"/>
    <w:multiLevelType w:val="hybridMultilevel"/>
    <w:tmpl w:val="0A025A7C"/>
    <w:lvl w:ilvl="0" w:tplc="04801708">
      <w:start w:val="1"/>
      <w:numFmt w:val="decimal"/>
      <w:lvlText w:val="%1)"/>
      <w:lvlJc w:val="left"/>
      <w:pPr>
        <w:ind w:left="1275" w:hanging="360"/>
      </w:pPr>
      <w:rPr>
        <w:rFonts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995" w:hanging="360"/>
      </w:pPr>
    </w:lvl>
    <w:lvl w:ilvl="2" w:tplc="0409001B" w:tentative="1">
      <w:start w:val="1"/>
      <w:numFmt w:val="lowerRoman"/>
      <w:lvlText w:val="%3."/>
      <w:lvlJc w:val="right"/>
      <w:pPr>
        <w:ind w:left="2715" w:hanging="180"/>
      </w:pPr>
    </w:lvl>
    <w:lvl w:ilvl="3" w:tplc="0409000F" w:tentative="1">
      <w:start w:val="1"/>
      <w:numFmt w:val="decimal"/>
      <w:lvlText w:val="%4."/>
      <w:lvlJc w:val="left"/>
      <w:pPr>
        <w:ind w:left="3435" w:hanging="360"/>
      </w:pPr>
    </w:lvl>
    <w:lvl w:ilvl="4" w:tplc="04090019" w:tentative="1">
      <w:start w:val="1"/>
      <w:numFmt w:val="lowerLetter"/>
      <w:lvlText w:val="%5."/>
      <w:lvlJc w:val="left"/>
      <w:pPr>
        <w:ind w:left="4155" w:hanging="360"/>
      </w:pPr>
    </w:lvl>
    <w:lvl w:ilvl="5" w:tplc="0409001B" w:tentative="1">
      <w:start w:val="1"/>
      <w:numFmt w:val="lowerRoman"/>
      <w:lvlText w:val="%6."/>
      <w:lvlJc w:val="right"/>
      <w:pPr>
        <w:ind w:left="4875" w:hanging="180"/>
      </w:pPr>
    </w:lvl>
    <w:lvl w:ilvl="6" w:tplc="0409000F" w:tentative="1">
      <w:start w:val="1"/>
      <w:numFmt w:val="decimal"/>
      <w:lvlText w:val="%7."/>
      <w:lvlJc w:val="left"/>
      <w:pPr>
        <w:ind w:left="5595" w:hanging="360"/>
      </w:pPr>
    </w:lvl>
    <w:lvl w:ilvl="7" w:tplc="04090019" w:tentative="1">
      <w:start w:val="1"/>
      <w:numFmt w:val="lowerLetter"/>
      <w:lvlText w:val="%8."/>
      <w:lvlJc w:val="left"/>
      <w:pPr>
        <w:ind w:left="6315" w:hanging="360"/>
      </w:pPr>
    </w:lvl>
    <w:lvl w:ilvl="8" w:tplc="040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4" w15:restartNumberingAfterBreak="0">
    <w:nsid w:val="4CF92774"/>
    <w:multiLevelType w:val="hybridMultilevel"/>
    <w:tmpl w:val="601456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4750BF"/>
    <w:multiLevelType w:val="hybridMultilevel"/>
    <w:tmpl w:val="DA2C6EC2"/>
    <w:lvl w:ilvl="0" w:tplc="CB6EC94C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6EA"/>
    <w:rsid w:val="00000E08"/>
    <w:rsid w:val="000243D7"/>
    <w:rsid w:val="00072549"/>
    <w:rsid w:val="00081F2A"/>
    <w:rsid w:val="000908A2"/>
    <w:rsid w:val="0009132C"/>
    <w:rsid w:val="0009234A"/>
    <w:rsid w:val="00096E2C"/>
    <w:rsid w:val="000F05BD"/>
    <w:rsid w:val="00116B0F"/>
    <w:rsid w:val="00155DEC"/>
    <w:rsid w:val="00194115"/>
    <w:rsid w:val="001B21A5"/>
    <w:rsid w:val="001B2E30"/>
    <w:rsid w:val="001C5301"/>
    <w:rsid w:val="001E5AF8"/>
    <w:rsid w:val="00231FA5"/>
    <w:rsid w:val="0023554E"/>
    <w:rsid w:val="00250E48"/>
    <w:rsid w:val="00274BEC"/>
    <w:rsid w:val="0027566E"/>
    <w:rsid w:val="002A677E"/>
    <w:rsid w:val="002B5521"/>
    <w:rsid w:val="002E3A95"/>
    <w:rsid w:val="00305408"/>
    <w:rsid w:val="003104F3"/>
    <w:rsid w:val="003357C3"/>
    <w:rsid w:val="00375AAE"/>
    <w:rsid w:val="003D7B3E"/>
    <w:rsid w:val="003E38BF"/>
    <w:rsid w:val="004042F5"/>
    <w:rsid w:val="00412550"/>
    <w:rsid w:val="00420A71"/>
    <w:rsid w:val="00420CDE"/>
    <w:rsid w:val="00425F06"/>
    <w:rsid w:val="00430A31"/>
    <w:rsid w:val="0044539B"/>
    <w:rsid w:val="00445B96"/>
    <w:rsid w:val="004804FF"/>
    <w:rsid w:val="0048242B"/>
    <w:rsid w:val="004B54B6"/>
    <w:rsid w:val="004D6ABF"/>
    <w:rsid w:val="004E2CA9"/>
    <w:rsid w:val="004E4637"/>
    <w:rsid w:val="004E6174"/>
    <w:rsid w:val="00505ACA"/>
    <w:rsid w:val="00515651"/>
    <w:rsid w:val="0053660F"/>
    <w:rsid w:val="00573FF0"/>
    <w:rsid w:val="005E6EF4"/>
    <w:rsid w:val="00601D83"/>
    <w:rsid w:val="00630801"/>
    <w:rsid w:val="00666D42"/>
    <w:rsid w:val="00670E78"/>
    <w:rsid w:val="006836EA"/>
    <w:rsid w:val="006863CA"/>
    <w:rsid w:val="006B295F"/>
    <w:rsid w:val="006D520C"/>
    <w:rsid w:val="006E2EA8"/>
    <w:rsid w:val="00704131"/>
    <w:rsid w:val="0071556D"/>
    <w:rsid w:val="00730E89"/>
    <w:rsid w:val="007436DD"/>
    <w:rsid w:val="00744477"/>
    <w:rsid w:val="007A5355"/>
    <w:rsid w:val="007D1DF6"/>
    <w:rsid w:val="007D3EE3"/>
    <w:rsid w:val="007D4A82"/>
    <w:rsid w:val="007E7184"/>
    <w:rsid w:val="007E7D3A"/>
    <w:rsid w:val="00846235"/>
    <w:rsid w:val="00846E99"/>
    <w:rsid w:val="00846F2C"/>
    <w:rsid w:val="008919A3"/>
    <w:rsid w:val="008D32E3"/>
    <w:rsid w:val="008E1115"/>
    <w:rsid w:val="008E3050"/>
    <w:rsid w:val="008F1095"/>
    <w:rsid w:val="00922B1F"/>
    <w:rsid w:val="00924AD6"/>
    <w:rsid w:val="00937DAA"/>
    <w:rsid w:val="00950055"/>
    <w:rsid w:val="00963251"/>
    <w:rsid w:val="00972FAD"/>
    <w:rsid w:val="0099076A"/>
    <w:rsid w:val="009A50E3"/>
    <w:rsid w:val="009C465E"/>
    <w:rsid w:val="009E031A"/>
    <w:rsid w:val="009F0D32"/>
    <w:rsid w:val="009F7C34"/>
    <w:rsid w:val="00A226EF"/>
    <w:rsid w:val="00A32634"/>
    <w:rsid w:val="00A45380"/>
    <w:rsid w:val="00A479E3"/>
    <w:rsid w:val="00A5036E"/>
    <w:rsid w:val="00A62E99"/>
    <w:rsid w:val="00AD14CA"/>
    <w:rsid w:val="00B02A81"/>
    <w:rsid w:val="00B26E5F"/>
    <w:rsid w:val="00B33D4B"/>
    <w:rsid w:val="00B43B76"/>
    <w:rsid w:val="00BA4799"/>
    <w:rsid w:val="00BB6C9F"/>
    <w:rsid w:val="00BE12D1"/>
    <w:rsid w:val="00BE661B"/>
    <w:rsid w:val="00C23545"/>
    <w:rsid w:val="00C46F19"/>
    <w:rsid w:val="00C76EFB"/>
    <w:rsid w:val="00CB0EAB"/>
    <w:rsid w:val="00CD2758"/>
    <w:rsid w:val="00CF5E76"/>
    <w:rsid w:val="00D25593"/>
    <w:rsid w:val="00D433A4"/>
    <w:rsid w:val="00D717D3"/>
    <w:rsid w:val="00D72954"/>
    <w:rsid w:val="00DA7351"/>
    <w:rsid w:val="00DB6AD9"/>
    <w:rsid w:val="00DE7FD3"/>
    <w:rsid w:val="00DF5409"/>
    <w:rsid w:val="00E374CB"/>
    <w:rsid w:val="00E37D6C"/>
    <w:rsid w:val="00E72D45"/>
    <w:rsid w:val="00E75E45"/>
    <w:rsid w:val="00EA1E86"/>
    <w:rsid w:val="00EC2DCE"/>
    <w:rsid w:val="00F26B62"/>
    <w:rsid w:val="00F47A81"/>
    <w:rsid w:val="00F56C13"/>
    <w:rsid w:val="00FC21D5"/>
    <w:rsid w:val="00FE1717"/>
    <w:rsid w:val="00FE4F9F"/>
    <w:rsid w:val="00FF6622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66BC3D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sz w:val="20"/>
      <w:szCs w:val="20"/>
    </w:rPr>
  </w:style>
  <w:style w:type="paragraph" w:customStyle="1" w:styleId="Grid">
    <w:name w:val="Grid"/>
    <w:pPr>
      <w:keepLines/>
      <w:ind w:left="43"/>
    </w:pPr>
    <w:rPr>
      <w:rFonts w:ascii="Arial" w:hAnsi="Arial"/>
      <w:snapToGrid w:val="0"/>
    </w:rPr>
  </w:style>
  <w:style w:type="paragraph" w:styleId="BodyText">
    <w:name w:val="Body Text"/>
    <w:basedOn w:val="Normal"/>
    <w:rPr>
      <w:szCs w:val="20"/>
    </w:rPr>
  </w:style>
  <w:style w:type="character" w:styleId="PageNumber">
    <w:name w:val="page number"/>
    <w:rPr>
      <w:sz w:val="24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GridText">
    <w:name w:val="GridText"/>
    <w:pPr>
      <w:spacing w:line="168" w:lineRule="exact"/>
      <w:ind w:left="43"/>
    </w:pPr>
    <w:rPr>
      <w:snapToGrid w:val="0"/>
      <w:sz w:val="16"/>
    </w:rPr>
  </w:style>
  <w:style w:type="paragraph" w:styleId="BalloonText">
    <w:name w:val="Balloon Text"/>
    <w:basedOn w:val="Normal"/>
    <w:link w:val="BalloonTextChar"/>
    <w:rsid w:val="004E2C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E2CA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22B1F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9F0D32"/>
  </w:style>
  <w:style w:type="paragraph" w:styleId="ListParagraph">
    <w:name w:val="List Paragraph"/>
    <w:basedOn w:val="Normal"/>
    <w:uiPriority w:val="34"/>
    <w:qFormat/>
    <w:rsid w:val="005E6E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id%20M%20Henry\Desktop\Market%20Surveys\ASO-53%20Ltr%20Tem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CD8528320EA4BA317AF7EBA60EFC4" ma:contentTypeVersion="5" ma:contentTypeDescription="Create a new document." ma:contentTypeScope="" ma:versionID="299712d78dc98a4a1a904855ba60e72e">
  <xsd:schema xmlns:xsd="http://www.w3.org/2001/XMLSchema" xmlns:xs="http://www.w3.org/2001/XMLSchema" xmlns:p="http://schemas.microsoft.com/office/2006/metadata/properties" xmlns:ns3="2590d161-bf77-4506-ba8a-8a2f8b1a8c3b" xmlns:ns4="ebdc2c93-e7a3-4dcf-9827-868955edd3c1" targetNamespace="http://schemas.microsoft.com/office/2006/metadata/properties" ma:root="true" ma:fieldsID="14b1751b718d0fb485a16e1719741c4c" ns3:_="" ns4:_="">
    <xsd:import namespace="2590d161-bf77-4506-ba8a-8a2f8b1a8c3b"/>
    <xsd:import namespace="ebdc2c93-e7a3-4dcf-9827-868955edd3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0d161-bf77-4506-ba8a-8a2f8b1a8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c2c93-e7a3-4dcf-9827-868955edd3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DE3B9-2B41-4BFE-83CB-EEBC22849758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ebdc2c93-e7a3-4dcf-9827-868955edd3c1"/>
    <ds:schemaRef ds:uri="2590d161-bf77-4506-ba8a-8a2f8b1a8c3b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182217E-B3F0-41D2-B98D-8383B3FCB1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D50B98-D534-4F98-ACBB-4606274D3E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90d161-bf77-4506-ba8a-8a2f8b1a8c3b"/>
    <ds:schemaRef ds:uri="ebdc2c93-e7a3-4dcf-9827-868955edd3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C55BC50-946D-4E8D-A51E-ED0AF578F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ASO-53 Ltr Temp</Template>
  <TotalTime>0</TotalTime>
  <Pages>1</Pages>
  <Words>222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2020-10-07T20:27:00Z</dcterms:created>
  <dcterms:modified xsi:type="dcterms:W3CDTF">2020-10-07T20:27:00Z</dcterms:modified>
</cp:coreProperties>
</file>