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142"/>
        <w:gridCol w:w="4410"/>
        <w:gridCol w:w="4320"/>
      </w:tblGrid>
      <w:tr w:rsidR="004B7298" w14:paraId="0B4058D5" w14:textId="77777777" w:rsidTr="00B67275">
        <w:trPr>
          <w:cantSplit/>
        </w:trPr>
        <w:tc>
          <w:tcPr>
            <w:tcW w:w="2142" w:type="dxa"/>
          </w:tcPr>
          <w:p w14:paraId="05E29374" w14:textId="77777777" w:rsidR="004B7298" w:rsidRDefault="004B7298">
            <w:pPr>
              <w:rPr>
                <w:rFonts w:ascii="Arial" w:hAnsi="Arial"/>
              </w:rPr>
            </w:pPr>
            <w:bookmarkStart w:id="0" w:name="_GoBack"/>
            <w:bookmarkEnd w:id="0"/>
          </w:p>
        </w:tc>
        <w:tc>
          <w:tcPr>
            <w:tcW w:w="4410" w:type="dxa"/>
          </w:tcPr>
          <w:p w14:paraId="603F8FDF" w14:textId="77777777" w:rsidR="004B7298" w:rsidRDefault="004B7298">
            <w:pPr>
              <w:tabs>
                <w:tab w:val="center" w:pos="1260"/>
              </w:tabs>
              <w:ind w:right="396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320" w:type="dxa"/>
          </w:tcPr>
          <w:p w14:paraId="017F49D6" w14:textId="77777777" w:rsidR="004B7298" w:rsidRDefault="004B7298">
            <w:pPr>
              <w:ind w:left="360" w:right="396"/>
              <w:rPr>
                <w:rFonts w:ascii="Arial" w:hAnsi="Arial"/>
                <w:sz w:val="22"/>
              </w:rPr>
            </w:pPr>
          </w:p>
        </w:tc>
      </w:tr>
    </w:tbl>
    <w:p w14:paraId="3E9C9ECC" w14:textId="77777777" w:rsidR="004B7298" w:rsidRDefault="004B7298"/>
    <w:p w14:paraId="1984DF07" w14:textId="77777777" w:rsidR="004B7298" w:rsidRDefault="004B7298">
      <w:pPr>
        <w:pStyle w:val="Heading1"/>
        <w:rPr>
          <w:u w:val="none"/>
        </w:rPr>
      </w:pPr>
    </w:p>
    <w:p w14:paraId="196CC259" w14:textId="77777777" w:rsidR="004B7298" w:rsidRDefault="004B7298"/>
    <w:p w14:paraId="7C6889A6" w14:textId="77777777" w:rsidR="004B7298" w:rsidRDefault="004B7298">
      <w:pPr>
        <w:rPr>
          <w:u w:val="single"/>
        </w:rPr>
      </w:pPr>
    </w:p>
    <w:p w14:paraId="5175A3C8" w14:textId="77777777" w:rsidR="00B67275" w:rsidRPr="00B67275" w:rsidRDefault="00B67275" w:rsidP="00B67275">
      <w:pPr>
        <w:rPr>
          <w:highlight w:val="yellow"/>
        </w:rPr>
      </w:pPr>
      <w:r w:rsidRPr="00B67275">
        <w:rPr>
          <w:highlight w:val="yellow"/>
        </w:rPr>
        <w:t>[date]</w:t>
      </w:r>
    </w:p>
    <w:p w14:paraId="291920E0" w14:textId="77777777" w:rsidR="00B67275" w:rsidRPr="00B67275" w:rsidRDefault="00B67275" w:rsidP="00B67275">
      <w:pPr>
        <w:rPr>
          <w:highlight w:val="yellow"/>
        </w:rPr>
      </w:pPr>
    </w:p>
    <w:p w14:paraId="440EF675" w14:textId="77777777" w:rsidR="00B67275" w:rsidRPr="00B67275" w:rsidRDefault="00B67275" w:rsidP="00B67275">
      <w:pPr>
        <w:rPr>
          <w:highlight w:val="yellow"/>
        </w:rPr>
      </w:pPr>
      <w:r w:rsidRPr="00B67275">
        <w:rPr>
          <w:highlight w:val="yellow"/>
        </w:rPr>
        <w:t>[name]</w:t>
      </w:r>
    </w:p>
    <w:p w14:paraId="0D11D27B" w14:textId="77777777" w:rsidR="00B67275" w:rsidRPr="00B67275" w:rsidRDefault="00B67275" w:rsidP="00B67275">
      <w:pPr>
        <w:rPr>
          <w:highlight w:val="yellow"/>
        </w:rPr>
      </w:pPr>
      <w:r w:rsidRPr="00B67275">
        <w:rPr>
          <w:highlight w:val="yellow"/>
        </w:rPr>
        <w:t>[street address]</w:t>
      </w:r>
    </w:p>
    <w:p w14:paraId="7FC46257" w14:textId="77777777" w:rsidR="004B7298" w:rsidRDefault="00B67275" w:rsidP="00B67275">
      <w:r w:rsidRPr="00B67275">
        <w:rPr>
          <w:highlight w:val="yellow"/>
        </w:rPr>
        <w:t>[city, state, zip]</w:t>
      </w:r>
    </w:p>
    <w:p w14:paraId="2BFDA382" w14:textId="77777777" w:rsidR="004B7298" w:rsidRDefault="004B7298"/>
    <w:p w14:paraId="3C768E77" w14:textId="77777777" w:rsidR="004B7298" w:rsidRDefault="004B7298">
      <w:r>
        <w:t xml:space="preserve">Dear </w:t>
      </w:r>
      <w:r w:rsidR="00B67275">
        <w:t>____________________,</w:t>
      </w:r>
    </w:p>
    <w:p w14:paraId="2B4435B6" w14:textId="77777777" w:rsidR="004B7298" w:rsidRDefault="004B7298">
      <w:pPr>
        <w:rPr>
          <w:u w:val="single"/>
        </w:rPr>
      </w:pPr>
    </w:p>
    <w:p w14:paraId="72CD4FB8" w14:textId="77777777" w:rsidR="004B7298" w:rsidRDefault="004B7298">
      <w:r>
        <w:t xml:space="preserve">On </w:t>
      </w:r>
      <w:r w:rsidR="00B67275" w:rsidRPr="00B67275">
        <w:rPr>
          <w:highlight w:val="yellow"/>
        </w:rPr>
        <w:t>[insert date of original submittal letter]</w:t>
      </w:r>
      <w:r>
        <w:t xml:space="preserve">, Federal Aviation Administration (FAA) </w:t>
      </w:r>
      <w:r w:rsidR="00B67275">
        <w:t xml:space="preserve">real estate contract number </w:t>
      </w:r>
      <w:r w:rsidR="00B67275" w:rsidRPr="00B67275">
        <w:rPr>
          <w:highlight w:val="yellow"/>
        </w:rPr>
        <w:t>__________________</w:t>
      </w:r>
      <w:r>
        <w:t xml:space="preserve"> covering the </w:t>
      </w:r>
      <w:r w:rsidR="00B67275" w:rsidRPr="00B67275">
        <w:rPr>
          <w:highlight w:val="yellow"/>
        </w:rPr>
        <w:t>[insert FAA Facility type]</w:t>
      </w:r>
      <w:r>
        <w:t xml:space="preserve">, located at </w:t>
      </w:r>
      <w:r w:rsidR="00B67275" w:rsidRPr="00B67275">
        <w:rPr>
          <w:highlight w:val="yellow"/>
        </w:rPr>
        <w:t>[insert location]</w:t>
      </w:r>
      <w:r w:rsidR="00B67275">
        <w:t xml:space="preserve"> </w:t>
      </w:r>
      <w:r>
        <w:t>was forwarded to you for</w:t>
      </w:r>
      <w:r w:rsidR="00B67275">
        <w:t xml:space="preserve"> completion. </w:t>
      </w:r>
    </w:p>
    <w:p w14:paraId="4978466C" w14:textId="77777777" w:rsidR="004B7298" w:rsidRDefault="004B7298"/>
    <w:p w14:paraId="26326B63" w14:textId="77777777" w:rsidR="004B7298" w:rsidRDefault="004B7298">
      <w:r>
        <w:t xml:space="preserve">Your assistance in the return of the signed original and </w:t>
      </w:r>
      <w:r w:rsidR="00B67275" w:rsidRPr="00B67275">
        <w:rPr>
          <w:highlight w:val="yellow"/>
        </w:rPr>
        <w:t>___</w:t>
      </w:r>
      <w:r>
        <w:t xml:space="preserve"> copies to this office will be appreciated.</w:t>
      </w:r>
    </w:p>
    <w:p w14:paraId="774E79BF" w14:textId="77777777" w:rsidR="004B7298" w:rsidRDefault="004B7298"/>
    <w:p w14:paraId="18A18ADA" w14:textId="77777777" w:rsidR="004B7298" w:rsidRDefault="004B7298">
      <w:r>
        <w:t xml:space="preserve">Should you have any questions please contact me at </w:t>
      </w:r>
      <w:r w:rsidR="00B67275" w:rsidRPr="00B67275">
        <w:rPr>
          <w:highlight w:val="yellow"/>
        </w:rPr>
        <w:t>_________________</w:t>
      </w:r>
      <w:r w:rsidRPr="00B67275">
        <w:rPr>
          <w:highlight w:val="yellow"/>
        </w:rPr>
        <w:t>.</w:t>
      </w:r>
    </w:p>
    <w:p w14:paraId="0858876B" w14:textId="77777777" w:rsidR="004B7298" w:rsidRDefault="004B7298"/>
    <w:p w14:paraId="474FCC84" w14:textId="77777777" w:rsidR="004B7298" w:rsidRDefault="004B7298"/>
    <w:p w14:paraId="5B65CA14" w14:textId="77777777" w:rsidR="004B7298" w:rsidRDefault="004B7298">
      <w:r>
        <w:t>Sincerely,</w:t>
      </w:r>
    </w:p>
    <w:p w14:paraId="6B065135" w14:textId="77777777" w:rsidR="004B7298" w:rsidRDefault="004B7298"/>
    <w:p w14:paraId="6C664654" w14:textId="77777777" w:rsidR="004B7298" w:rsidRDefault="004B7298"/>
    <w:p w14:paraId="2AA4E9E5" w14:textId="77777777" w:rsidR="004B7298" w:rsidRDefault="004B7298"/>
    <w:p w14:paraId="13ADC6E4" w14:textId="77777777" w:rsidR="004B7298" w:rsidRPr="009C1A1A" w:rsidRDefault="00B67275">
      <w:pPr>
        <w:pStyle w:val="Footer"/>
        <w:tabs>
          <w:tab w:val="clear" w:pos="4320"/>
          <w:tab w:val="clear" w:pos="8640"/>
        </w:tabs>
        <w:rPr>
          <w:highlight w:val="yellow"/>
        </w:rPr>
      </w:pPr>
      <w:r>
        <w:rPr>
          <w:highlight w:val="yellow"/>
        </w:rPr>
        <w:t>[Insert RECO Name]</w:t>
      </w:r>
    </w:p>
    <w:p w14:paraId="0CB3E45C" w14:textId="77777777" w:rsidR="004B7298" w:rsidRDefault="00B67275">
      <w:pPr>
        <w:pStyle w:val="Footer"/>
        <w:tabs>
          <w:tab w:val="clear" w:pos="4320"/>
          <w:tab w:val="clear" w:pos="8640"/>
        </w:tabs>
      </w:pPr>
      <w:r>
        <w:t>Real Estate Contracting Officer</w:t>
      </w:r>
    </w:p>
    <w:p w14:paraId="6C4C547E" w14:textId="77777777" w:rsidR="00B67275" w:rsidRDefault="00B67275">
      <w:pPr>
        <w:pStyle w:val="Footer"/>
        <w:tabs>
          <w:tab w:val="clear" w:pos="4320"/>
          <w:tab w:val="clear" w:pos="8640"/>
        </w:tabs>
      </w:pPr>
      <w:r>
        <w:t>Federal Aviation Administration</w:t>
      </w:r>
    </w:p>
    <w:p w14:paraId="47525305" w14:textId="77777777" w:rsidR="004B7298" w:rsidRDefault="004B7298"/>
    <w:p w14:paraId="3C47BA5D" w14:textId="77777777" w:rsidR="004B7298" w:rsidRDefault="004B7298"/>
    <w:p w14:paraId="26C54991" w14:textId="77777777" w:rsidR="004B7298" w:rsidRDefault="004B7298">
      <w:pPr>
        <w:pStyle w:val="Footer"/>
        <w:tabs>
          <w:tab w:val="clear" w:pos="4320"/>
          <w:tab w:val="clear" w:pos="8640"/>
        </w:tabs>
      </w:pPr>
    </w:p>
    <w:p w14:paraId="79A419F6" w14:textId="77777777" w:rsidR="004B7298" w:rsidRDefault="004B7298">
      <w:pPr>
        <w:rPr>
          <w:u w:val="single"/>
        </w:rPr>
      </w:pPr>
    </w:p>
    <w:p w14:paraId="2784EDDA" w14:textId="77777777" w:rsidR="004B7298" w:rsidRDefault="004B7298"/>
    <w:p w14:paraId="31A584DC" w14:textId="77777777" w:rsidR="004B7298" w:rsidRDefault="004B7298"/>
    <w:p w14:paraId="35E6BC65" w14:textId="77777777" w:rsidR="004B7298" w:rsidRDefault="004B7298"/>
    <w:sectPr w:rsidR="004B7298"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DFA92" w14:textId="77777777" w:rsidR="004B7298" w:rsidRDefault="004B7298">
      <w:r>
        <w:separator/>
      </w:r>
    </w:p>
  </w:endnote>
  <w:endnote w:type="continuationSeparator" w:id="0">
    <w:p w14:paraId="66C5677A" w14:textId="77777777" w:rsidR="004B7298" w:rsidRDefault="004B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7C0C0" w14:textId="77777777" w:rsidR="004B7298" w:rsidRDefault="004B729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A7F85" w14:textId="77777777" w:rsidR="004B7298" w:rsidRDefault="004B7298">
      <w:r>
        <w:separator/>
      </w:r>
    </w:p>
  </w:footnote>
  <w:footnote w:type="continuationSeparator" w:id="0">
    <w:p w14:paraId="2C66C055" w14:textId="77777777" w:rsidR="004B7298" w:rsidRDefault="004B7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attachedTemplate r:id="rId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A1A"/>
    <w:rsid w:val="004B7298"/>
    <w:rsid w:val="00523627"/>
    <w:rsid w:val="00614179"/>
    <w:rsid w:val="009C1A1A"/>
    <w:rsid w:val="00B6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BA1B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G Times (WN)" w:hAnsi="CG Times (WN)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Paragraph">
    <w:name w:val="Paragraph"/>
    <w:basedOn w:val="Normal"/>
    <w:pPr>
      <w:ind w:left="1440"/>
    </w:pPr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SO_50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B35DEF-95EE-4542-9E13-F0E9061E501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CA0565A-5DE7-4015-B867-FA0894765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AB620C-CBEA-4275-A077-174758B221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ASO_50 Letterhead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2020-10-07T20:27:00Z</dcterms:created>
  <dcterms:modified xsi:type="dcterms:W3CDTF">2020-10-07T20:27:00Z</dcterms:modified>
</cp:coreProperties>
</file>