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46894" w14:textId="77777777" w:rsidR="001A1D69" w:rsidRDefault="001A1D69">
      <w:bookmarkStart w:id="0" w:name="_GoBack"/>
      <w:bookmarkEnd w:id="0"/>
    </w:p>
    <w:p w14:paraId="5CACE99A" w14:textId="77777777" w:rsidR="00F931B2" w:rsidRPr="00F931B2" w:rsidRDefault="00F931B2" w:rsidP="00F931B2">
      <w:pPr>
        <w:rPr>
          <w:rFonts w:ascii="Times New Roman" w:hAnsi="Times New Roman"/>
          <w:sz w:val="22"/>
          <w:szCs w:val="22"/>
          <w:highlight w:val="yellow"/>
        </w:rPr>
      </w:pPr>
      <w:r w:rsidRPr="00F931B2">
        <w:rPr>
          <w:rFonts w:ascii="Times New Roman" w:hAnsi="Times New Roman"/>
          <w:sz w:val="22"/>
          <w:szCs w:val="22"/>
          <w:highlight w:val="yellow"/>
        </w:rPr>
        <w:t>[date]</w:t>
      </w:r>
    </w:p>
    <w:p w14:paraId="708AB240" w14:textId="77777777" w:rsidR="00F931B2" w:rsidRPr="00F931B2" w:rsidRDefault="00F931B2" w:rsidP="00F931B2">
      <w:pPr>
        <w:rPr>
          <w:rFonts w:ascii="Times New Roman" w:hAnsi="Times New Roman"/>
          <w:sz w:val="22"/>
          <w:szCs w:val="22"/>
          <w:highlight w:val="yellow"/>
        </w:rPr>
      </w:pPr>
    </w:p>
    <w:p w14:paraId="13E54461" w14:textId="77777777" w:rsidR="00F931B2" w:rsidRPr="00F931B2" w:rsidRDefault="00F931B2" w:rsidP="00F931B2">
      <w:pPr>
        <w:rPr>
          <w:rFonts w:ascii="Times New Roman" w:hAnsi="Times New Roman"/>
          <w:sz w:val="22"/>
          <w:szCs w:val="22"/>
          <w:highlight w:val="yellow"/>
        </w:rPr>
      </w:pPr>
      <w:r w:rsidRPr="00F931B2">
        <w:rPr>
          <w:rFonts w:ascii="Times New Roman" w:hAnsi="Times New Roman"/>
          <w:sz w:val="22"/>
          <w:szCs w:val="22"/>
          <w:highlight w:val="yellow"/>
        </w:rPr>
        <w:t>[name]</w:t>
      </w:r>
    </w:p>
    <w:p w14:paraId="5D7CEBEB" w14:textId="77777777" w:rsidR="00F931B2" w:rsidRPr="00F931B2" w:rsidRDefault="00F931B2" w:rsidP="00F931B2">
      <w:pPr>
        <w:rPr>
          <w:rFonts w:ascii="Times New Roman" w:hAnsi="Times New Roman"/>
          <w:sz w:val="22"/>
          <w:szCs w:val="22"/>
          <w:highlight w:val="yellow"/>
        </w:rPr>
      </w:pPr>
      <w:r w:rsidRPr="00F931B2">
        <w:rPr>
          <w:rFonts w:ascii="Times New Roman" w:hAnsi="Times New Roman"/>
          <w:sz w:val="22"/>
          <w:szCs w:val="22"/>
          <w:highlight w:val="yellow"/>
        </w:rPr>
        <w:t>[street address]</w:t>
      </w:r>
    </w:p>
    <w:p w14:paraId="1C73766F" w14:textId="77777777" w:rsidR="001A1D69" w:rsidRDefault="00F931B2" w:rsidP="00F931B2">
      <w:pPr>
        <w:rPr>
          <w:rFonts w:ascii="Times New Roman" w:hAnsi="Times New Roman"/>
          <w:sz w:val="22"/>
          <w:szCs w:val="22"/>
          <w:highlight w:val="yellow"/>
        </w:rPr>
      </w:pPr>
      <w:r w:rsidRPr="00F931B2">
        <w:rPr>
          <w:rFonts w:ascii="Times New Roman" w:hAnsi="Times New Roman"/>
          <w:sz w:val="22"/>
          <w:szCs w:val="22"/>
          <w:highlight w:val="yellow"/>
        </w:rPr>
        <w:t>[city, state, zip]</w:t>
      </w:r>
    </w:p>
    <w:p w14:paraId="14932E8F" w14:textId="77777777" w:rsidR="00F931B2" w:rsidRPr="00F931B2" w:rsidRDefault="00F931B2" w:rsidP="00F931B2">
      <w:pPr>
        <w:rPr>
          <w:rFonts w:ascii="Times New Roman" w:hAnsi="Times New Roman"/>
          <w:sz w:val="22"/>
          <w:szCs w:val="22"/>
          <w:highlight w:val="yellow"/>
        </w:rPr>
      </w:pPr>
    </w:p>
    <w:p w14:paraId="6D6DDA32" w14:textId="77777777" w:rsidR="001A1D69" w:rsidRPr="00673E27" w:rsidRDefault="006D446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To Whom it May Concern:</w:t>
      </w:r>
    </w:p>
    <w:p w14:paraId="2A589D7C" w14:textId="77777777" w:rsidR="001A1D69" w:rsidRPr="00673E27" w:rsidRDefault="001A1D69">
      <w:pPr>
        <w:rPr>
          <w:rFonts w:ascii="Times New Roman" w:hAnsi="Times New Roman"/>
          <w:sz w:val="22"/>
          <w:szCs w:val="22"/>
        </w:rPr>
      </w:pPr>
    </w:p>
    <w:p w14:paraId="249E787D" w14:textId="77777777" w:rsidR="001A1D69" w:rsidRPr="00673E27" w:rsidRDefault="00F916DB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>The Federal Aviation Administration</w:t>
      </w:r>
      <w:r w:rsidR="00FB043B" w:rsidRPr="00673E27">
        <w:rPr>
          <w:rFonts w:ascii="Times New Roman" w:hAnsi="Times New Roman"/>
          <w:sz w:val="22"/>
          <w:szCs w:val="22"/>
        </w:rPr>
        <w:t xml:space="preserve"> (FAA)</w:t>
      </w:r>
      <w:r w:rsidRPr="00673E27">
        <w:rPr>
          <w:rFonts w:ascii="Times New Roman" w:hAnsi="Times New Roman"/>
          <w:sz w:val="22"/>
          <w:szCs w:val="22"/>
        </w:rPr>
        <w:t xml:space="preserve"> </w:t>
      </w:r>
      <w:r w:rsidR="00F97759" w:rsidRPr="00673E27">
        <w:rPr>
          <w:rFonts w:ascii="Times New Roman" w:hAnsi="Times New Roman"/>
          <w:sz w:val="22"/>
          <w:szCs w:val="22"/>
        </w:rPr>
        <w:t xml:space="preserve">has a requirement to install equipment on </w:t>
      </w:r>
      <w:r w:rsidR="006D446D">
        <w:rPr>
          <w:rFonts w:ascii="Times New Roman" w:hAnsi="Times New Roman"/>
          <w:sz w:val="22"/>
          <w:szCs w:val="22"/>
        </w:rPr>
        <w:t>property</w:t>
      </w:r>
      <w:r w:rsidR="00F97759" w:rsidRPr="00673E27">
        <w:rPr>
          <w:rFonts w:ascii="Times New Roman" w:hAnsi="Times New Roman"/>
          <w:sz w:val="22"/>
          <w:szCs w:val="22"/>
        </w:rPr>
        <w:t xml:space="preserve"> that is owned and operated by the </w:t>
      </w:r>
      <w:r w:rsidR="00F931B2">
        <w:rPr>
          <w:rFonts w:ascii="Times New Roman" w:hAnsi="Times New Roman"/>
          <w:sz w:val="22"/>
          <w:szCs w:val="22"/>
          <w:highlight w:val="yellow"/>
        </w:rPr>
        <w:t>[Insert Permit Agency</w:t>
      </w:r>
      <w:r w:rsidR="00F931B2" w:rsidRPr="00F931B2">
        <w:rPr>
          <w:rFonts w:ascii="Times New Roman" w:hAnsi="Times New Roman"/>
          <w:sz w:val="22"/>
          <w:szCs w:val="22"/>
          <w:highlight w:val="yellow"/>
        </w:rPr>
        <w:t xml:space="preserve"> Name</w:t>
      </w:r>
      <w:r w:rsidR="00F931B2">
        <w:rPr>
          <w:rFonts w:ascii="Times New Roman" w:hAnsi="Times New Roman"/>
          <w:sz w:val="22"/>
          <w:szCs w:val="22"/>
        </w:rPr>
        <w:t>].</w:t>
      </w:r>
      <w:r w:rsidR="00F97759" w:rsidRPr="00673E27">
        <w:rPr>
          <w:rFonts w:ascii="Times New Roman" w:hAnsi="Times New Roman"/>
          <w:sz w:val="22"/>
          <w:szCs w:val="22"/>
        </w:rPr>
        <w:t xml:space="preserve"> </w:t>
      </w:r>
      <w:r w:rsidRPr="00673E27">
        <w:rPr>
          <w:rFonts w:ascii="Times New Roman" w:hAnsi="Times New Roman"/>
          <w:sz w:val="22"/>
          <w:szCs w:val="22"/>
        </w:rPr>
        <w:t xml:space="preserve"> </w:t>
      </w:r>
    </w:p>
    <w:p w14:paraId="6E811019" w14:textId="77777777" w:rsidR="00CA6493" w:rsidRPr="00673E27" w:rsidRDefault="00CA6493">
      <w:pPr>
        <w:rPr>
          <w:rFonts w:ascii="Times New Roman" w:hAnsi="Times New Roman"/>
          <w:sz w:val="22"/>
          <w:szCs w:val="22"/>
        </w:rPr>
      </w:pPr>
    </w:p>
    <w:p w14:paraId="6853943A" w14:textId="77777777" w:rsidR="00BC5CFC" w:rsidRPr="00673E27" w:rsidRDefault="00F97759" w:rsidP="00BC5CFC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 xml:space="preserve">The proposed installation </w:t>
      </w:r>
      <w:r w:rsidR="00FB043B" w:rsidRPr="00673E27">
        <w:rPr>
          <w:rFonts w:ascii="Times New Roman" w:hAnsi="Times New Roman"/>
          <w:sz w:val="22"/>
          <w:szCs w:val="22"/>
        </w:rPr>
        <w:t>will consist</w:t>
      </w:r>
      <w:r w:rsidRPr="00673E27">
        <w:rPr>
          <w:rFonts w:ascii="Times New Roman" w:hAnsi="Times New Roman"/>
          <w:sz w:val="22"/>
          <w:szCs w:val="22"/>
        </w:rPr>
        <w:t xml:space="preserve"> of </w:t>
      </w:r>
      <w:r w:rsidR="00F931B2" w:rsidRPr="00F931B2">
        <w:rPr>
          <w:rFonts w:ascii="Times New Roman" w:hAnsi="Times New Roman"/>
          <w:sz w:val="22"/>
          <w:szCs w:val="22"/>
          <w:highlight w:val="yellow"/>
        </w:rPr>
        <w:t>[insert brief description of FAA’s facility]</w:t>
      </w:r>
      <w:r w:rsidRPr="00673E27">
        <w:rPr>
          <w:rFonts w:ascii="Times New Roman" w:hAnsi="Times New Roman"/>
          <w:sz w:val="22"/>
          <w:szCs w:val="22"/>
        </w:rPr>
        <w:t xml:space="preserve"> which </w:t>
      </w:r>
      <w:r w:rsidR="00F916DB" w:rsidRPr="00673E27">
        <w:rPr>
          <w:rFonts w:ascii="Times New Roman" w:hAnsi="Times New Roman"/>
          <w:sz w:val="22"/>
          <w:szCs w:val="22"/>
        </w:rPr>
        <w:t xml:space="preserve">is used for </w:t>
      </w:r>
      <w:r w:rsidR="00F931B2" w:rsidRPr="00F931B2">
        <w:rPr>
          <w:rFonts w:ascii="Times New Roman" w:hAnsi="Times New Roman"/>
          <w:sz w:val="22"/>
          <w:szCs w:val="22"/>
          <w:highlight w:val="yellow"/>
        </w:rPr>
        <w:t>[insert brief description of the purpose of the facility]</w:t>
      </w:r>
      <w:r w:rsidR="00F916DB" w:rsidRPr="00F931B2">
        <w:rPr>
          <w:rFonts w:ascii="Times New Roman" w:hAnsi="Times New Roman"/>
          <w:sz w:val="22"/>
          <w:szCs w:val="22"/>
          <w:highlight w:val="yellow"/>
        </w:rPr>
        <w:t>.</w:t>
      </w:r>
      <w:r w:rsidR="00F916DB" w:rsidRPr="00673E27">
        <w:rPr>
          <w:rFonts w:ascii="Times New Roman" w:hAnsi="Times New Roman"/>
          <w:sz w:val="22"/>
          <w:szCs w:val="22"/>
        </w:rPr>
        <w:t xml:space="preserve"> </w:t>
      </w:r>
      <w:r w:rsidRPr="00673E27">
        <w:rPr>
          <w:rFonts w:ascii="Times New Roman" w:hAnsi="Times New Roman"/>
          <w:sz w:val="22"/>
          <w:szCs w:val="22"/>
        </w:rPr>
        <w:t xml:space="preserve">This facility is critical to the safety of National Airspace System (NAS).  </w:t>
      </w:r>
      <w:r w:rsidR="00FB043B" w:rsidRPr="00673E27">
        <w:rPr>
          <w:rFonts w:ascii="Times New Roman" w:hAnsi="Times New Roman"/>
          <w:sz w:val="22"/>
          <w:szCs w:val="22"/>
        </w:rPr>
        <w:t>Please see the attached</w:t>
      </w:r>
      <w:r w:rsidR="00BC5CFC" w:rsidRPr="00673E27">
        <w:rPr>
          <w:rFonts w:ascii="Times New Roman" w:hAnsi="Times New Roman"/>
          <w:sz w:val="22"/>
          <w:szCs w:val="22"/>
        </w:rPr>
        <w:t xml:space="preserve"> </w:t>
      </w:r>
      <w:r w:rsidR="00FB043B" w:rsidRPr="00673E27">
        <w:rPr>
          <w:rFonts w:ascii="Times New Roman" w:hAnsi="Times New Roman"/>
          <w:sz w:val="22"/>
          <w:szCs w:val="22"/>
        </w:rPr>
        <w:t xml:space="preserve">proposed Scope of Work (SOW) </w:t>
      </w:r>
      <w:r w:rsidR="00BC5CFC" w:rsidRPr="00673E27">
        <w:rPr>
          <w:rFonts w:ascii="Times New Roman" w:hAnsi="Times New Roman"/>
          <w:sz w:val="22"/>
          <w:szCs w:val="22"/>
        </w:rPr>
        <w:t>and the list of materials.</w:t>
      </w:r>
    </w:p>
    <w:p w14:paraId="696A6CBB" w14:textId="77777777" w:rsidR="00D84544" w:rsidRPr="00673E27" w:rsidRDefault="00D84544">
      <w:pPr>
        <w:rPr>
          <w:rFonts w:ascii="Times New Roman" w:hAnsi="Times New Roman"/>
          <w:sz w:val="22"/>
          <w:szCs w:val="22"/>
        </w:rPr>
      </w:pPr>
    </w:p>
    <w:p w14:paraId="32DA1ED9" w14:textId="77777777" w:rsidR="00673E27" w:rsidRPr="00673E27" w:rsidRDefault="00D84544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>If this</w:t>
      </w:r>
      <w:r w:rsidR="00673E27" w:rsidRPr="00673E27">
        <w:rPr>
          <w:rFonts w:ascii="Times New Roman" w:hAnsi="Times New Roman"/>
          <w:sz w:val="22"/>
          <w:szCs w:val="22"/>
        </w:rPr>
        <w:t xml:space="preserve"> proposed </w:t>
      </w:r>
      <w:r w:rsidR="00FB043B" w:rsidRPr="00673E27">
        <w:rPr>
          <w:rFonts w:ascii="Times New Roman" w:hAnsi="Times New Roman"/>
          <w:sz w:val="22"/>
          <w:szCs w:val="22"/>
        </w:rPr>
        <w:t xml:space="preserve">installation is </w:t>
      </w:r>
      <w:r w:rsidRPr="00673E27">
        <w:rPr>
          <w:rFonts w:ascii="Times New Roman" w:hAnsi="Times New Roman"/>
          <w:sz w:val="22"/>
          <w:szCs w:val="22"/>
        </w:rPr>
        <w:t>acceptable to</w:t>
      </w:r>
      <w:r w:rsidR="00F931B2">
        <w:rPr>
          <w:rFonts w:ascii="Times New Roman" w:hAnsi="Times New Roman"/>
          <w:sz w:val="22"/>
          <w:szCs w:val="22"/>
        </w:rPr>
        <w:t xml:space="preserve"> </w:t>
      </w:r>
      <w:r w:rsidR="00F931B2" w:rsidRPr="00F931B2">
        <w:rPr>
          <w:rFonts w:ascii="Times New Roman" w:hAnsi="Times New Roman"/>
          <w:sz w:val="22"/>
          <w:szCs w:val="22"/>
          <w:highlight w:val="yellow"/>
        </w:rPr>
        <w:t>[Insert Permit Agency Name]</w:t>
      </w:r>
      <w:r w:rsidR="00FB043B" w:rsidRPr="00673E27">
        <w:rPr>
          <w:rFonts w:ascii="Times New Roman" w:hAnsi="Times New Roman"/>
          <w:sz w:val="22"/>
          <w:szCs w:val="22"/>
        </w:rPr>
        <w:t xml:space="preserve">, </w:t>
      </w:r>
      <w:r w:rsidRPr="00673E27">
        <w:rPr>
          <w:rFonts w:ascii="Times New Roman" w:hAnsi="Times New Roman"/>
          <w:sz w:val="22"/>
          <w:szCs w:val="22"/>
        </w:rPr>
        <w:t xml:space="preserve">please </w:t>
      </w:r>
      <w:r w:rsidR="00FB043B" w:rsidRPr="00673E27">
        <w:rPr>
          <w:rFonts w:ascii="Times New Roman" w:hAnsi="Times New Roman"/>
          <w:sz w:val="22"/>
          <w:szCs w:val="22"/>
        </w:rPr>
        <w:t xml:space="preserve">submit the </w:t>
      </w:r>
      <w:r w:rsidR="00673E27" w:rsidRPr="00673E27">
        <w:rPr>
          <w:rFonts w:ascii="Times New Roman" w:hAnsi="Times New Roman"/>
          <w:sz w:val="22"/>
          <w:szCs w:val="22"/>
        </w:rPr>
        <w:t>required</w:t>
      </w:r>
      <w:r w:rsidR="00FB043B" w:rsidRPr="00673E27">
        <w:rPr>
          <w:rFonts w:ascii="Times New Roman" w:hAnsi="Times New Roman"/>
          <w:sz w:val="22"/>
          <w:szCs w:val="22"/>
        </w:rPr>
        <w:t xml:space="preserve"> Permit documents</w:t>
      </w:r>
      <w:r w:rsidRPr="00673E27">
        <w:rPr>
          <w:rFonts w:ascii="Times New Roman" w:hAnsi="Times New Roman"/>
          <w:sz w:val="22"/>
          <w:szCs w:val="22"/>
        </w:rPr>
        <w:t xml:space="preserve"> </w:t>
      </w:r>
      <w:r w:rsidR="00673E27" w:rsidRPr="00673E27">
        <w:rPr>
          <w:rFonts w:ascii="Times New Roman" w:hAnsi="Times New Roman"/>
          <w:sz w:val="22"/>
          <w:szCs w:val="22"/>
        </w:rPr>
        <w:t>to the following:</w:t>
      </w:r>
    </w:p>
    <w:p w14:paraId="74DE274C" w14:textId="77777777" w:rsidR="00673E27" w:rsidRPr="00673E27" w:rsidRDefault="00673E27">
      <w:pPr>
        <w:rPr>
          <w:rFonts w:ascii="Times New Roman" w:hAnsi="Times New Roman"/>
          <w:sz w:val="22"/>
          <w:szCs w:val="22"/>
        </w:rPr>
      </w:pPr>
    </w:p>
    <w:p w14:paraId="09967EDB" w14:textId="77777777" w:rsidR="00673E27" w:rsidRPr="00673E27" w:rsidRDefault="00673E27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>Federal Aviation Administration</w:t>
      </w:r>
    </w:p>
    <w:p w14:paraId="6D8D4EEE" w14:textId="77777777" w:rsidR="00F931B2" w:rsidRDefault="00F931B2">
      <w:pPr>
        <w:rPr>
          <w:rFonts w:ascii="Times New Roman" w:hAnsi="Times New Roman"/>
          <w:sz w:val="22"/>
          <w:szCs w:val="22"/>
        </w:rPr>
      </w:pPr>
      <w:r w:rsidRPr="00F931B2">
        <w:rPr>
          <w:rFonts w:ascii="Times New Roman" w:hAnsi="Times New Roman"/>
          <w:sz w:val="22"/>
          <w:szCs w:val="22"/>
          <w:highlight w:val="yellow"/>
        </w:rPr>
        <w:t>[Insert Routing Symbol]</w:t>
      </w:r>
    </w:p>
    <w:p w14:paraId="6119E337" w14:textId="77777777" w:rsidR="00673E27" w:rsidRPr="00673E27" w:rsidRDefault="00673E27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>Real Estate and Utilities Branch</w:t>
      </w:r>
    </w:p>
    <w:p w14:paraId="392E9E68" w14:textId="77777777" w:rsidR="00673E27" w:rsidRPr="00673E27" w:rsidRDefault="00673E27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 xml:space="preserve">ATTN: </w:t>
      </w:r>
      <w:r w:rsidR="00F931B2" w:rsidRPr="00F931B2">
        <w:rPr>
          <w:rFonts w:ascii="Times New Roman" w:hAnsi="Times New Roman"/>
          <w:sz w:val="22"/>
          <w:szCs w:val="22"/>
          <w:highlight w:val="yellow"/>
        </w:rPr>
        <w:t>[Insert RECO Name]</w:t>
      </w:r>
    </w:p>
    <w:p w14:paraId="4C7FC510" w14:textId="77777777" w:rsidR="00673E27" w:rsidRPr="00673E27" w:rsidRDefault="00F931B2">
      <w:pPr>
        <w:rPr>
          <w:rFonts w:ascii="Times New Roman" w:hAnsi="Times New Roman"/>
          <w:sz w:val="22"/>
          <w:szCs w:val="22"/>
        </w:rPr>
      </w:pPr>
      <w:r w:rsidRPr="00F931B2">
        <w:rPr>
          <w:rFonts w:ascii="Times New Roman" w:hAnsi="Times New Roman"/>
          <w:sz w:val="22"/>
          <w:szCs w:val="22"/>
          <w:highlight w:val="yellow"/>
        </w:rPr>
        <w:t>[Insert Mailing Address]</w:t>
      </w:r>
    </w:p>
    <w:p w14:paraId="5CB7C303" w14:textId="77777777" w:rsidR="00673E27" w:rsidRPr="00673E27" w:rsidRDefault="00673E27">
      <w:pPr>
        <w:rPr>
          <w:rFonts w:ascii="Times New Roman" w:hAnsi="Times New Roman"/>
          <w:sz w:val="22"/>
          <w:szCs w:val="22"/>
        </w:rPr>
      </w:pPr>
    </w:p>
    <w:p w14:paraId="10C13FE1" w14:textId="77777777" w:rsidR="00673E27" w:rsidRPr="00673E27" w:rsidRDefault="00673E27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 xml:space="preserve">Or via email to </w:t>
      </w:r>
      <w:hyperlink r:id="rId9" w:history="1">
        <w:r w:rsidR="00F931B2" w:rsidRPr="009B650C">
          <w:rPr>
            <w:rStyle w:val="Hyperlink"/>
            <w:rFonts w:ascii="Times New Roman" w:hAnsi="Times New Roman"/>
            <w:sz w:val="22"/>
            <w:szCs w:val="22"/>
            <w:highlight w:val="yellow"/>
          </w:rPr>
          <w:t>________________@faa.gov</w:t>
        </w:r>
      </w:hyperlink>
    </w:p>
    <w:p w14:paraId="60BC62E4" w14:textId="77777777" w:rsidR="00CA6493" w:rsidRPr="00673E27" w:rsidRDefault="00CA6493">
      <w:pPr>
        <w:rPr>
          <w:rFonts w:ascii="Times New Roman" w:hAnsi="Times New Roman"/>
          <w:sz w:val="22"/>
          <w:szCs w:val="22"/>
        </w:rPr>
      </w:pPr>
    </w:p>
    <w:p w14:paraId="362AC1F6" w14:textId="77777777" w:rsidR="00673E27" w:rsidRPr="00673E27" w:rsidRDefault="00CA6493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 xml:space="preserve">If you have any technical questions concerning the equipment, please contact </w:t>
      </w:r>
      <w:r w:rsidR="00F931B2" w:rsidRPr="00F931B2">
        <w:rPr>
          <w:rFonts w:ascii="Times New Roman" w:hAnsi="Times New Roman"/>
          <w:sz w:val="22"/>
          <w:szCs w:val="22"/>
          <w:highlight w:val="yellow"/>
        </w:rPr>
        <w:t>[Insert technical POC name and contact info]</w:t>
      </w:r>
      <w:r w:rsidRPr="00673E27">
        <w:rPr>
          <w:rFonts w:ascii="Times New Roman" w:hAnsi="Times New Roman"/>
          <w:sz w:val="22"/>
          <w:szCs w:val="22"/>
        </w:rPr>
        <w:t xml:space="preserve">. </w:t>
      </w:r>
      <w:r w:rsidR="00FB043B" w:rsidRPr="00673E27">
        <w:rPr>
          <w:rFonts w:ascii="Times New Roman" w:hAnsi="Times New Roman"/>
          <w:sz w:val="22"/>
          <w:szCs w:val="22"/>
        </w:rPr>
        <w:t xml:space="preserve">For any contractual related questions, please </w:t>
      </w:r>
      <w:r w:rsidR="001A1D69" w:rsidRPr="00673E27">
        <w:rPr>
          <w:rFonts w:ascii="Times New Roman" w:hAnsi="Times New Roman"/>
          <w:sz w:val="22"/>
          <w:szCs w:val="22"/>
        </w:rPr>
        <w:t xml:space="preserve">feel free to contact me at </w:t>
      </w:r>
      <w:r w:rsidR="00F931B2">
        <w:rPr>
          <w:rFonts w:ascii="Times New Roman" w:hAnsi="Times New Roman"/>
          <w:sz w:val="22"/>
          <w:szCs w:val="22"/>
          <w:highlight w:val="yellow"/>
        </w:rPr>
        <w:t>_________________</w:t>
      </w:r>
      <w:r w:rsidR="001A1D69" w:rsidRPr="006D446D">
        <w:rPr>
          <w:rFonts w:ascii="Times New Roman" w:hAnsi="Times New Roman"/>
          <w:sz w:val="22"/>
          <w:szCs w:val="22"/>
          <w:highlight w:val="yellow"/>
        </w:rPr>
        <w:t>.</w:t>
      </w:r>
      <w:r w:rsidR="00FB043B" w:rsidRPr="00673E27">
        <w:rPr>
          <w:rFonts w:ascii="Times New Roman" w:hAnsi="Times New Roman"/>
          <w:sz w:val="22"/>
          <w:szCs w:val="22"/>
        </w:rPr>
        <w:t xml:space="preserve">  </w:t>
      </w:r>
    </w:p>
    <w:p w14:paraId="215FBAE2" w14:textId="77777777" w:rsidR="001A1D69" w:rsidRPr="00673E27" w:rsidRDefault="001A1D69">
      <w:pPr>
        <w:rPr>
          <w:rFonts w:ascii="Times New Roman" w:hAnsi="Times New Roman"/>
          <w:sz w:val="22"/>
          <w:szCs w:val="22"/>
        </w:rPr>
      </w:pPr>
    </w:p>
    <w:p w14:paraId="709132A3" w14:textId="77777777" w:rsidR="001A1D69" w:rsidRPr="00673E27" w:rsidRDefault="001A1D69">
      <w:pPr>
        <w:rPr>
          <w:rFonts w:ascii="Times New Roman" w:hAnsi="Times New Roman"/>
          <w:sz w:val="22"/>
          <w:szCs w:val="22"/>
        </w:rPr>
      </w:pPr>
      <w:r w:rsidRPr="00673E27">
        <w:rPr>
          <w:rFonts w:ascii="Times New Roman" w:hAnsi="Times New Roman"/>
          <w:sz w:val="22"/>
          <w:szCs w:val="22"/>
        </w:rPr>
        <w:t>Sincerely,</w:t>
      </w:r>
    </w:p>
    <w:p w14:paraId="0D507C72" w14:textId="77777777" w:rsidR="001A1D69" w:rsidRPr="00673E27" w:rsidRDefault="001A1D69">
      <w:pPr>
        <w:rPr>
          <w:rFonts w:ascii="Times New Roman" w:hAnsi="Times New Roman"/>
          <w:sz w:val="22"/>
          <w:szCs w:val="22"/>
        </w:rPr>
      </w:pPr>
    </w:p>
    <w:p w14:paraId="63C2E42C" w14:textId="77777777" w:rsidR="001A1D69" w:rsidRPr="00673E27" w:rsidRDefault="001A1D69">
      <w:pPr>
        <w:rPr>
          <w:rFonts w:ascii="Times New Roman" w:hAnsi="Times New Roman"/>
          <w:sz w:val="22"/>
          <w:szCs w:val="22"/>
        </w:rPr>
      </w:pPr>
    </w:p>
    <w:p w14:paraId="46B8661E" w14:textId="77777777" w:rsidR="001A1D69" w:rsidRPr="006D446D" w:rsidRDefault="00F931B2">
      <w:pPr>
        <w:rPr>
          <w:rFonts w:ascii="Times New Roman" w:hAnsi="Times New Roman"/>
          <w:sz w:val="22"/>
          <w:szCs w:val="22"/>
          <w:highlight w:val="yellow"/>
        </w:rPr>
      </w:pPr>
      <w:r>
        <w:rPr>
          <w:rFonts w:ascii="Times New Roman" w:hAnsi="Times New Roman"/>
          <w:sz w:val="22"/>
          <w:szCs w:val="22"/>
          <w:highlight w:val="yellow"/>
        </w:rPr>
        <w:t>[Insert RECO Name]</w:t>
      </w:r>
    </w:p>
    <w:p w14:paraId="2B326996" w14:textId="77777777" w:rsidR="001A1D69" w:rsidRPr="00673E27" w:rsidRDefault="00F931B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Real Estate Contracting Officer</w:t>
      </w:r>
    </w:p>
    <w:p w14:paraId="48096D6B" w14:textId="77777777" w:rsidR="001A1D69" w:rsidRPr="009E7531" w:rsidRDefault="00D84544">
      <w:pPr>
        <w:rPr>
          <w:rFonts w:ascii="Times New Roman" w:hAnsi="Times New Roman"/>
          <w:szCs w:val="24"/>
        </w:rPr>
      </w:pPr>
      <w:r w:rsidRPr="00673E27">
        <w:rPr>
          <w:rFonts w:ascii="Times New Roman" w:hAnsi="Times New Roman"/>
          <w:sz w:val="22"/>
          <w:szCs w:val="22"/>
        </w:rPr>
        <w:t>Federal Aviation Administration</w:t>
      </w:r>
    </w:p>
    <w:sectPr w:rsidR="001A1D69" w:rsidRPr="009E7531">
      <w:footerReference w:type="default" r:id="rId10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897FE" w14:textId="77777777" w:rsidR="002718E9" w:rsidRDefault="002718E9">
      <w:r>
        <w:separator/>
      </w:r>
    </w:p>
  </w:endnote>
  <w:endnote w:type="continuationSeparator" w:id="0">
    <w:p w14:paraId="3B20D504" w14:textId="77777777" w:rsidR="002718E9" w:rsidRDefault="0027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DB289" w14:textId="77777777" w:rsidR="00420551" w:rsidRDefault="00420551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F0FCF" w14:textId="77777777" w:rsidR="002718E9" w:rsidRDefault="002718E9">
      <w:r>
        <w:separator/>
      </w:r>
    </w:p>
  </w:footnote>
  <w:footnote w:type="continuationSeparator" w:id="0">
    <w:p w14:paraId="69F78E50" w14:textId="77777777" w:rsidR="002718E9" w:rsidRDefault="00271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UwMDc2tjAwMzCztDRV0lEKTi0uzszPAykwrgUA3ZbzdywAAAA="/>
  </w:docVars>
  <w:rsids>
    <w:rsidRoot w:val="00A850D2"/>
    <w:rsid w:val="000172FA"/>
    <w:rsid w:val="000276C3"/>
    <w:rsid w:val="00094719"/>
    <w:rsid w:val="000D6E59"/>
    <w:rsid w:val="00172CB3"/>
    <w:rsid w:val="001A1D69"/>
    <w:rsid w:val="001B3C20"/>
    <w:rsid w:val="001B439C"/>
    <w:rsid w:val="001C2184"/>
    <w:rsid w:val="00261BE6"/>
    <w:rsid w:val="002718E9"/>
    <w:rsid w:val="0028569C"/>
    <w:rsid w:val="00325BAA"/>
    <w:rsid w:val="003A2C04"/>
    <w:rsid w:val="00420551"/>
    <w:rsid w:val="0047275D"/>
    <w:rsid w:val="004C6E1D"/>
    <w:rsid w:val="00502FBD"/>
    <w:rsid w:val="00513B3C"/>
    <w:rsid w:val="00550E9E"/>
    <w:rsid w:val="0056301B"/>
    <w:rsid w:val="006159D1"/>
    <w:rsid w:val="00673E27"/>
    <w:rsid w:val="006D446D"/>
    <w:rsid w:val="007B084B"/>
    <w:rsid w:val="007E5230"/>
    <w:rsid w:val="00992FAA"/>
    <w:rsid w:val="009E7531"/>
    <w:rsid w:val="009F41A1"/>
    <w:rsid w:val="00A73308"/>
    <w:rsid w:val="00A850D2"/>
    <w:rsid w:val="00AA14C2"/>
    <w:rsid w:val="00B03EB2"/>
    <w:rsid w:val="00B44D90"/>
    <w:rsid w:val="00BA2D11"/>
    <w:rsid w:val="00BC5CFC"/>
    <w:rsid w:val="00C025A0"/>
    <w:rsid w:val="00C34732"/>
    <w:rsid w:val="00C65E30"/>
    <w:rsid w:val="00CA6493"/>
    <w:rsid w:val="00D42FD2"/>
    <w:rsid w:val="00D84544"/>
    <w:rsid w:val="00DA2273"/>
    <w:rsid w:val="00E66227"/>
    <w:rsid w:val="00E73114"/>
    <w:rsid w:val="00E94C20"/>
    <w:rsid w:val="00EB38DF"/>
    <w:rsid w:val="00EF2E93"/>
    <w:rsid w:val="00F0547C"/>
    <w:rsid w:val="00F916DB"/>
    <w:rsid w:val="00F931B2"/>
    <w:rsid w:val="00F97759"/>
    <w:rsid w:val="00FB043B"/>
    <w:rsid w:val="00FD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AB23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pPr>
      <w:ind w:left="1440"/>
    </w:pPr>
    <w:rPr>
      <w:rFonts w:ascii="Courier" w:hAnsi="Courier"/>
    </w:rPr>
  </w:style>
  <w:style w:type="paragraph" w:styleId="BalloonText">
    <w:name w:val="Balloon Text"/>
    <w:basedOn w:val="Normal"/>
    <w:semiHidden/>
    <w:rsid w:val="000172F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977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97759"/>
    <w:rPr>
      <w:sz w:val="20"/>
    </w:rPr>
  </w:style>
  <w:style w:type="character" w:customStyle="1" w:styleId="CommentTextChar">
    <w:name w:val="Comment Text Char"/>
    <w:link w:val="CommentText"/>
    <w:rsid w:val="00F97759"/>
    <w:rPr>
      <w:rFonts w:ascii="CG Times (WN)" w:hAnsi="CG Times (WN)"/>
    </w:rPr>
  </w:style>
  <w:style w:type="paragraph" w:styleId="CommentSubject">
    <w:name w:val="annotation subject"/>
    <w:basedOn w:val="CommentText"/>
    <w:next w:val="CommentText"/>
    <w:link w:val="CommentSubjectChar"/>
    <w:rsid w:val="00F97759"/>
    <w:rPr>
      <w:b/>
      <w:bCs/>
    </w:rPr>
  </w:style>
  <w:style w:type="character" w:customStyle="1" w:styleId="CommentSubjectChar">
    <w:name w:val="Comment Subject Char"/>
    <w:link w:val="CommentSubject"/>
    <w:rsid w:val="00F97759"/>
    <w:rPr>
      <w:rFonts w:ascii="CG Times (WN)" w:hAnsi="CG Times (WN)"/>
      <w:b/>
      <w:bCs/>
    </w:rPr>
  </w:style>
  <w:style w:type="character" w:styleId="Hyperlink">
    <w:name w:val="Hyperlink"/>
    <w:rsid w:val="00673E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________________@faa.go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SO_50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F8FC32-18C6-4C51-8A08-46F75DDCD02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4B9A0CB-F73C-40D5-9F22-872C3395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8901A9-E894-4EFA-826A-5413D80079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ASO_50 Letterhead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Links>
    <vt:vector size="6" baseType="variant">
      <vt:variant>
        <vt:i4>2293829</vt:i4>
      </vt:variant>
      <vt:variant>
        <vt:i4>3</vt:i4>
      </vt:variant>
      <vt:variant>
        <vt:i4>0</vt:i4>
      </vt:variant>
      <vt:variant>
        <vt:i4>5</vt:i4>
      </vt:variant>
      <vt:variant>
        <vt:lpwstr>mailto:Lesa.Powell@faa.gov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2020-10-07T20:29:00Z</dcterms:created>
  <dcterms:modified xsi:type="dcterms:W3CDTF">2020-10-07T20:29:00Z</dcterms:modified>
</cp:coreProperties>
</file>