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4F3E6" w14:textId="77777777" w:rsidR="001A1D69" w:rsidRDefault="001A1D69">
      <w:bookmarkStart w:id="0" w:name="_GoBack"/>
      <w:bookmarkEnd w:id="0"/>
    </w:p>
    <w:p w14:paraId="11FD7EB2" w14:textId="77777777" w:rsidR="001A1D69" w:rsidRDefault="001A1D69"/>
    <w:p w14:paraId="44F238B9" w14:textId="77777777" w:rsidR="00666FF4" w:rsidRPr="00666FF4" w:rsidRDefault="00666FF4" w:rsidP="00666FF4">
      <w:pPr>
        <w:rPr>
          <w:rFonts w:ascii="Times New Roman" w:hAnsi="Times New Roman"/>
          <w:szCs w:val="24"/>
          <w:highlight w:val="yellow"/>
        </w:rPr>
      </w:pPr>
      <w:r w:rsidRPr="00666FF4">
        <w:rPr>
          <w:rFonts w:ascii="Times New Roman" w:hAnsi="Times New Roman"/>
          <w:szCs w:val="24"/>
          <w:highlight w:val="yellow"/>
        </w:rPr>
        <w:t>[date]</w:t>
      </w:r>
    </w:p>
    <w:p w14:paraId="1B76E4AE" w14:textId="77777777" w:rsidR="00666FF4" w:rsidRPr="00666FF4" w:rsidRDefault="00666FF4" w:rsidP="00666FF4">
      <w:pPr>
        <w:rPr>
          <w:rFonts w:ascii="Times New Roman" w:hAnsi="Times New Roman"/>
          <w:szCs w:val="24"/>
          <w:highlight w:val="yellow"/>
        </w:rPr>
      </w:pPr>
    </w:p>
    <w:p w14:paraId="3B2FA806" w14:textId="77777777" w:rsidR="00666FF4" w:rsidRPr="00666FF4" w:rsidRDefault="00666FF4" w:rsidP="00666FF4">
      <w:pPr>
        <w:rPr>
          <w:rFonts w:ascii="Times New Roman" w:hAnsi="Times New Roman"/>
          <w:szCs w:val="24"/>
          <w:highlight w:val="yellow"/>
        </w:rPr>
      </w:pPr>
      <w:r w:rsidRPr="00666FF4">
        <w:rPr>
          <w:rFonts w:ascii="Times New Roman" w:hAnsi="Times New Roman"/>
          <w:szCs w:val="24"/>
          <w:highlight w:val="yellow"/>
        </w:rPr>
        <w:t>[name]</w:t>
      </w:r>
    </w:p>
    <w:p w14:paraId="2E4DCC97" w14:textId="77777777" w:rsidR="00666FF4" w:rsidRPr="00666FF4" w:rsidRDefault="00666FF4" w:rsidP="00666FF4">
      <w:pPr>
        <w:rPr>
          <w:rFonts w:ascii="Times New Roman" w:hAnsi="Times New Roman"/>
          <w:szCs w:val="24"/>
          <w:highlight w:val="yellow"/>
        </w:rPr>
      </w:pPr>
      <w:r w:rsidRPr="00666FF4">
        <w:rPr>
          <w:rFonts w:ascii="Times New Roman" w:hAnsi="Times New Roman"/>
          <w:szCs w:val="24"/>
          <w:highlight w:val="yellow"/>
        </w:rPr>
        <w:t>[street address]</w:t>
      </w:r>
    </w:p>
    <w:p w14:paraId="79AE9199" w14:textId="77777777" w:rsidR="0088662B" w:rsidRDefault="00666FF4" w:rsidP="00666FF4">
      <w:pPr>
        <w:rPr>
          <w:rFonts w:ascii="Times New Roman" w:hAnsi="Times New Roman"/>
          <w:szCs w:val="24"/>
        </w:rPr>
      </w:pPr>
      <w:r w:rsidRPr="00666FF4">
        <w:rPr>
          <w:rFonts w:ascii="Times New Roman" w:hAnsi="Times New Roman"/>
          <w:szCs w:val="24"/>
          <w:highlight w:val="yellow"/>
        </w:rPr>
        <w:t>[city, state, zip]</w:t>
      </w:r>
    </w:p>
    <w:p w14:paraId="39148521" w14:textId="77777777" w:rsidR="00666FF4" w:rsidRPr="00C819A4" w:rsidRDefault="00666FF4" w:rsidP="00666FF4">
      <w:pPr>
        <w:rPr>
          <w:rFonts w:ascii="Times New Roman" w:hAnsi="Times New Roman"/>
          <w:szCs w:val="24"/>
        </w:rPr>
      </w:pPr>
    </w:p>
    <w:p w14:paraId="63442837" w14:textId="77777777" w:rsidR="001A1D69" w:rsidRPr="00C819A4" w:rsidRDefault="001A1D69">
      <w:pPr>
        <w:rPr>
          <w:rFonts w:ascii="Times New Roman" w:hAnsi="Times New Roman"/>
          <w:szCs w:val="24"/>
        </w:rPr>
      </w:pPr>
      <w:r w:rsidRPr="00C819A4">
        <w:rPr>
          <w:rFonts w:ascii="Times New Roman" w:hAnsi="Times New Roman"/>
          <w:szCs w:val="24"/>
        </w:rPr>
        <w:t xml:space="preserve">Dear </w:t>
      </w:r>
      <w:r w:rsidR="0088662B" w:rsidRPr="0088662B">
        <w:rPr>
          <w:rFonts w:ascii="Times New Roman" w:hAnsi="Times New Roman"/>
          <w:szCs w:val="24"/>
          <w:highlight w:val="yellow"/>
        </w:rPr>
        <w:t>______________</w:t>
      </w:r>
      <w:r w:rsidRPr="00C819A4">
        <w:rPr>
          <w:rFonts w:ascii="Times New Roman" w:hAnsi="Times New Roman"/>
          <w:szCs w:val="24"/>
        </w:rPr>
        <w:t>:</w:t>
      </w:r>
    </w:p>
    <w:p w14:paraId="48C7AF08" w14:textId="77777777" w:rsidR="001A1D69" w:rsidRPr="00C819A4" w:rsidRDefault="001A1D69">
      <w:pPr>
        <w:rPr>
          <w:rFonts w:ascii="Times New Roman" w:hAnsi="Times New Roman"/>
          <w:szCs w:val="24"/>
        </w:rPr>
      </w:pPr>
    </w:p>
    <w:p w14:paraId="2F9292B6" w14:textId="77777777" w:rsidR="001A1D69" w:rsidRPr="00C819A4" w:rsidRDefault="001A1D69">
      <w:pPr>
        <w:rPr>
          <w:rFonts w:ascii="Times New Roman" w:hAnsi="Times New Roman"/>
          <w:szCs w:val="24"/>
        </w:rPr>
      </w:pPr>
      <w:r w:rsidRPr="00C819A4">
        <w:rPr>
          <w:rFonts w:ascii="Times New Roman" w:hAnsi="Times New Roman"/>
          <w:szCs w:val="24"/>
        </w:rPr>
        <w:t>This is in reference to Federal Aviation Administration</w:t>
      </w:r>
      <w:r w:rsidR="0000736A">
        <w:rPr>
          <w:rFonts w:ascii="Times New Roman" w:hAnsi="Times New Roman"/>
          <w:szCs w:val="24"/>
        </w:rPr>
        <w:t>’s</w:t>
      </w:r>
      <w:r w:rsidRPr="00C819A4">
        <w:rPr>
          <w:rFonts w:ascii="Times New Roman" w:hAnsi="Times New Roman"/>
          <w:szCs w:val="24"/>
        </w:rPr>
        <w:t xml:space="preserve"> (FAA) </w:t>
      </w:r>
      <w:r w:rsidR="0088662B" w:rsidRPr="0088662B">
        <w:rPr>
          <w:rFonts w:ascii="Times New Roman" w:hAnsi="Times New Roman"/>
          <w:szCs w:val="24"/>
          <w:highlight w:val="yellow"/>
        </w:rPr>
        <w:t>[insert facility type]</w:t>
      </w:r>
      <w:r w:rsidR="00420551" w:rsidRPr="00C819A4">
        <w:rPr>
          <w:rFonts w:ascii="Times New Roman" w:hAnsi="Times New Roman"/>
          <w:szCs w:val="24"/>
        </w:rPr>
        <w:t>facility</w:t>
      </w:r>
      <w:r w:rsidR="00325BAA" w:rsidRPr="00C819A4">
        <w:rPr>
          <w:rFonts w:ascii="Times New Roman" w:hAnsi="Times New Roman"/>
          <w:szCs w:val="24"/>
        </w:rPr>
        <w:t xml:space="preserve"> located</w:t>
      </w:r>
      <w:r w:rsidR="0000736A">
        <w:rPr>
          <w:rFonts w:ascii="Times New Roman" w:hAnsi="Times New Roman"/>
          <w:szCs w:val="24"/>
        </w:rPr>
        <w:t xml:space="preserve"> adjacent to </w:t>
      </w:r>
      <w:r w:rsidR="009E7531" w:rsidRPr="00C819A4">
        <w:rPr>
          <w:rFonts w:ascii="Times New Roman" w:hAnsi="Times New Roman"/>
          <w:szCs w:val="24"/>
        </w:rPr>
        <w:t xml:space="preserve">your property in </w:t>
      </w:r>
      <w:r w:rsidR="0088662B" w:rsidRPr="0088662B">
        <w:rPr>
          <w:rFonts w:ascii="Times New Roman" w:hAnsi="Times New Roman"/>
          <w:szCs w:val="24"/>
          <w:highlight w:val="yellow"/>
        </w:rPr>
        <w:t>[insert city/state]</w:t>
      </w:r>
      <w:r w:rsidR="00420551" w:rsidRPr="00C819A4">
        <w:rPr>
          <w:rFonts w:ascii="Times New Roman" w:hAnsi="Times New Roman"/>
          <w:szCs w:val="24"/>
        </w:rPr>
        <w:t xml:space="preserve">.  </w:t>
      </w:r>
      <w:r w:rsidR="0000736A">
        <w:rPr>
          <w:rFonts w:ascii="Times New Roman" w:hAnsi="Times New Roman"/>
          <w:szCs w:val="24"/>
        </w:rPr>
        <w:t xml:space="preserve">This facility requires a </w:t>
      </w:r>
      <w:r w:rsidR="0000736A" w:rsidRPr="0000736A">
        <w:rPr>
          <w:rFonts w:ascii="Times New Roman" w:hAnsi="Times New Roman"/>
          <w:szCs w:val="24"/>
          <w:highlight w:val="yellow"/>
        </w:rPr>
        <w:t>[insert size of CZ]</w:t>
      </w:r>
      <w:r w:rsidR="0000736A">
        <w:rPr>
          <w:rFonts w:ascii="Times New Roman" w:hAnsi="Times New Roman"/>
          <w:szCs w:val="24"/>
        </w:rPr>
        <w:t xml:space="preserve"> clear zone in order to ensure proper functionality for the safety and benefit of the general flying public.  According to a recent survey of the land, it has come to our attention that the clear zone for this facility impacts approximately </w:t>
      </w:r>
      <w:r w:rsidR="0000736A" w:rsidRPr="0000736A">
        <w:rPr>
          <w:rFonts w:ascii="Times New Roman" w:hAnsi="Times New Roman"/>
          <w:szCs w:val="24"/>
          <w:highlight w:val="yellow"/>
        </w:rPr>
        <w:t>[insert acreage/SF]</w:t>
      </w:r>
      <w:r w:rsidR="0000736A">
        <w:rPr>
          <w:rFonts w:ascii="Times New Roman" w:hAnsi="Times New Roman"/>
          <w:szCs w:val="24"/>
        </w:rPr>
        <w:t xml:space="preserve"> of your property.  A legal description is included for your reference.</w:t>
      </w:r>
    </w:p>
    <w:p w14:paraId="25130A90" w14:textId="77777777" w:rsidR="001B3C20" w:rsidRPr="00C819A4" w:rsidRDefault="001B3C20">
      <w:pPr>
        <w:rPr>
          <w:rFonts w:ascii="Times New Roman" w:hAnsi="Times New Roman"/>
          <w:szCs w:val="24"/>
        </w:rPr>
      </w:pPr>
    </w:p>
    <w:p w14:paraId="668903DC" w14:textId="77777777" w:rsidR="001B3C20" w:rsidRPr="00C819A4" w:rsidRDefault="0000736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FAA wishes to enter into a long term agreement for use of the clear zone over your property.  </w:t>
      </w:r>
      <w:r w:rsidR="0095072B" w:rsidRPr="00C819A4">
        <w:rPr>
          <w:rFonts w:ascii="Times New Roman" w:hAnsi="Times New Roman"/>
          <w:szCs w:val="24"/>
        </w:rPr>
        <w:t xml:space="preserve">Enclosed are three original copies of FAA </w:t>
      </w:r>
      <w:r>
        <w:rPr>
          <w:rFonts w:ascii="Times New Roman" w:hAnsi="Times New Roman"/>
          <w:szCs w:val="24"/>
        </w:rPr>
        <w:t>Restrictive Aerial Easement</w:t>
      </w:r>
      <w:r w:rsidR="0095072B" w:rsidRPr="00C819A4">
        <w:rPr>
          <w:rFonts w:ascii="Times New Roman" w:hAnsi="Times New Roman"/>
          <w:szCs w:val="24"/>
        </w:rPr>
        <w:t xml:space="preserve"> No. </w:t>
      </w:r>
      <w:r w:rsidR="0088662B" w:rsidRPr="0088662B">
        <w:rPr>
          <w:rFonts w:ascii="Times New Roman" w:hAnsi="Times New Roman"/>
          <w:szCs w:val="24"/>
          <w:highlight w:val="yellow"/>
        </w:rPr>
        <w:t xml:space="preserve">[insert </w:t>
      </w:r>
      <w:r w:rsidR="00666FF4">
        <w:rPr>
          <w:rFonts w:ascii="Times New Roman" w:hAnsi="Times New Roman"/>
          <w:szCs w:val="24"/>
          <w:highlight w:val="yellow"/>
        </w:rPr>
        <w:t>contract</w:t>
      </w:r>
      <w:r w:rsidR="0088662B" w:rsidRPr="0088662B">
        <w:rPr>
          <w:rFonts w:ascii="Times New Roman" w:hAnsi="Times New Roman"/>
          <w:szCs w:val="24"/>
          <w:highlight w:val="yellow"/>
        </w:rPr>
        <w:t xml:space="preserve"> number]</w:t>
      </w:r>
      <w:r w:rsidR="00C819A4" w:rsidRPr="00C819A4">
        <w:rPr>
          <w:rFonts w:ascii="Times New Roman" w:hAnsi="Times New Roman"/>
          <w:szCs w:val="24"/>
        </w:rPr>
        <w:t xml:space="preserve">for the </w:t>
      </w:r>
      <w:r>
        <w:rPr>
          <w:rFonts w:ascii="Times New Roman" w:hAnsi="Times New Roman"/>
          <w:szCs w:val="24"/>
        </w:rPr>
        <w:t>clear zone</w:t>
      </w:r>
      <w:r w:rsidR="00C819A4" w:rsidRPr="00C819A4">
        <w:rPr>
          <w:rFonts w:ascii="Times New Roman" w:hAnsi="Times New Roman"/>
          <w:szCs w:val="24"/>
        </w:rPr>
        <w:t xml:space="preserve"> located</w:t>
      </w:r>
      <w:r w:rsidR="0095072B" w:rsidRPr="00C819A4">
        <w:rPr>
          <w:rFonts w:ascii="Times New Roman" w:hAnsi="Times New Roman"/>
          <w:szCs w:val="24"/>
        </w:rPr>
        <w:t xml:space="preserve"> on your property.  If this agreement is acceptable to you, please execute and return </w:t>
      </w:r>
      <w:r w:rsidR="00666FF4" w:rsidRPr="00666FF4">
        <w:rPr>
          <w:rFonts w:ascii="Times New Roman" w:hAnsi="Times New Roman"/>
          <w:szCs w:val="24"/>
          <w:highlight w:val="yellow"/>
        </w:rPr>
        <w:t>___</w:t>
      </w:r>
      <w:r w:rsidR="0095072B" w:rsidRPr="00C819A4">
        <w:rPr>
          <w:rFonts w:ascii="Times New Roman" w:hAnsi="Times New Roman"/>
          <w:szCs w:val="24"/>
        </w:rPr>
        <w:t xml:space="preserve"> originals to this office.  Upon completion by the Government, a fully executed original will be returned to you.</w:t>
      </w:r>
    </w:p>
    <w:p w14:paraId="31660F0D" w14:textId="77777777" w:rsidR="0095072B" w:rsidRPr="00C819A4" w:rsidRDefault="0095072B">
      <w:pPr>
        <w:rPr>
          <w:rFonts w:ascii="Times New Roman" w:hAnsi="Times New Roman"/>
          <w:szCs w:val="24"/>
        </w:rPr>
      </w:pPr>
    </w:p>
    <w:p w14:paraId="335C306D" w14:textId="77777777" w:rsidR="0095072B" w:rsidRPr="00C819A4" w:rsidRDefault="0095072B" w:rsidP="0095072B">
      <w:pPr>
        <w:rPr>
          <w:rFonts w:ascii="CG Times" w:hAnsi="CG Times"/>
        </w:rPr>
      </w:pPr>
      <w:r w:rsidRPr="00C819A4">
        <w:rPr>
          <w:rFonts w:ascii="CG Times" w:hAnsi="CG Times"/>
        </w:rPr>
        <w:t xml:space="preserve">The State of </w:t>
      </w:r>
      <w:r w:rsidR="0088662B" w:rsidRPr="0088662B">
        <w:rPr>
          <w:rFonts w:ascii="CG Times" w:hAnsi="CG Times"/>
          <w:highlight w:val="yellow"/>
        </w:rPr>
        <w:t>________</w:t>
      </w:r>
      <w:r w:rsidR="00C819A4" w:rsidRPr="00C819A4">
        <w:rPr>
          <w:rFonts w:ascii="CG Times" w:hAnsi="CG Times"/>
        </w:rPr>
        <w:t xml:space="preserve"> </w:t>
      </w:r>
      <w:r w:rsidRPr="00C819A4">
        <w:rPr>
          <w:rFonts w:ascii="CG Times" w:hAnsi="CG Times"/>
        </w:rPr>
        <w:t xml:space="preserve">requires that the enclosed Acknowledgement Form be executed by a Notary Public. </w:t>
      </w:r>
      <w:r w:rsidR="00C819A4" w:rsidRPr="00C819A4">
        <w:rPr>
          <w:rFonts w:ascii="CG Times" w:hAnsi="CG Times"/>
        </w:rPr>
        <w:t>These</w:t>
      </w:r>
      <w:r w:rsidRPr="00C819A4">
        <w:rPr>
          <w:rFonts w:ascii="CG Times" w:hAnsi="CG Times"/>
        </w:rPr>
        <w:t xml:space="preserve"> forms are u</w:t>
      </w:r>
      <w:r w:rsidR="00666FF4">
        <w:rPr>
          <w:rFonts w:ascii="CG Times" w:hAnsi="CG Times"/>
        </w:rPr>
        <w:t>sed for recording purposes only</w:t>
      </w:r>
      <w:r w:rsidRPr="00C819A4">
        <w:rPr>
          <w:rFonts w:ascii="CG Times" w:hAnsi="CG Times"/>
        </w:rPr>
        <w:t xml:space="preserve"> and will be attached to the original document and filed with the county. Once we have received the recorded copy back</w:t>
      </w:r>
      <w:r w:rsidR="00666FF4">
        <w:rPr>
          <w:rFonts w:ascii="CG Times" w:hAnsi="CG Times"/>
        </w:rPr>
        <w:t xml:space="preserve"> from the County Clerk Office, we</w:t>
      </w:r>
      <w:r w:rsidRPr="00C819A4">
        <w:rPr>
          <w:rFonts w:ascii="CG Times" w:hAnsi="CG Times"/>
        </w:rPr>
        <w:t xml:space="preserve"> will forward a copy to you for your files. </w:t>
      </w:r>
    </w:p>
    <w:p w14:paraId="72BAA31B" w14:textId="77777777" w:rsidR="0095072B" w:rsidRPr="00C819A4" w:rsidRDefault="0095072B">
      <w:pPr>
        <w:rPr>
          <w:rFonts w:ascii="Times New Roman" w:hAnsi="Times New Roman"/>
          <w:szCs w:val="24"/>
        </w:rPr>
      </w:pPr>
    </w:p>
    <w:p w14:paraId="7D103705" w14:textId="77777777" w:rsidR="001A1D69" w:rsidRPr="00C819A4" w:rsidRDefault="001A1D69">
      <w:pPr>
        <w:rPr>
          <w:rFonts w:ascii="Times New Roman" w:hAnsi="Times New Roman"/>
          <w:szCs w:val="24"/>
        </w:rPr>
      </w:pPr>
      <w:r w:rsidRPr="00C819A4">
        <w:rPr>
          <w:rFonts w:ascii="Times New Roman" w:hAnsi="Times New Roman"/>
          <w:szCs w:val="24"/>
        </w:rPr>
        <w:t xml:space="preserve">Thank you for your cooperation and should you have any questions, feel free to contact </w:t>
      </w:r>
      <w:r w:rsidR="000E0E59" w:rsidRPr="000E0E59">
        <w:rPr>
          <w:rFonts w:ascii="Times New Roman" w:hAnsi="Times New Roman"/>
          <w:szCs w:val="24"/>
          <w:highlight w:val="yellow"/>
        </w:rPr>
        <w:t>_______________</w:t>
      </w:r>
      <w:r w:rsidR="00C819A4" w:rsidRPr="00C819A4">
        <w:rPr>
          <w:rFonts w:ascii="Times New Roman" w:hAnsi="Times New Roman"/>
          <w:szCs w:val="24"/>
        </w:rPr>
        <w:t xml:space="preserve"> at 404-305</w:t>
      </w:r>
      <w:r w:rsidR="00C819A4" w:rsidRPr="000E0E59">
        <w:rPr>
          <w:rFonts w:ascii="Times New Roman" w:hAnsi="Times New Roman"/>
          <w:szCs w:val="24"/>
          <w:highlight w:val="yellow"/>
        </w:rPr>
        <w:t>-</w:t>
      </w:r>
      <w:r w:rsidR="000E0E59" w:rsidRPr="000E0E59">
        <w:rPr>
          <w:rFonts w:ascii="Times New Roman" w:hAnsi="Times New Roman"/>
          <w:szCs w:val="24"/>
          <w:highlight w:val="yellow"/>
        </w:rPr>
        <w:t>_____</w:t>
      </w:r>
      <w:r w:rsidR="00C819A4" w:rsidRPr="00C819A4">
        <w:rPr>
          <w:rFonts w:ascii="Times New Roman" w:hAnsi="Times New Roman"/>
          <w:szCs w:val="24"/>
        </w:rPr>
        <w:t xml:space="preserve"> or myself at 404-305</w:t>
      </w:r>
      <w:r w:rsidR="00C819A4" w:rsidRPr="000E0E59">
        <w:rPr>
          <w:rFonts w:ascii="Times New Roman" w:hAnsi="Times New Roman"/>
          <w:szCs w:val="24"/>
          <w:highlight w:val="yellow"/>
        </w:rPr>
        <w:t>-</w:t>
      </w:r>
      <w:r w:rsidR="000E0E59" w:rsidRPr="000E0E59">
        <w:rPr>
          <w:rFonts w:ascii="Times New Roman" w:hAnsi="Times New Roman"/>
          <w:szCs w:val="24"/>
          <w:highlight w:val="yellow"/>
        </w:rPr>
        <w:t>_____</w:t>
      </w:r>
      <w:r w:rsidR="00C819A4" w:rsidRPr="000E0E59">
        <w:rPr>
          <w:rFonts w:ascii="Times New Roman" w:hAnsi="Times New Roman"/>
          <w:szCs w:val="24"/>
          <w:highlight w:val="yellow"/>
        </w:rPr>
        <w:t>.</w:t>
      </w:r>
    </w:p>
    <w:p w14:paraId="721BB087" w14:textId="77777777" w:rsidR="001A1D69" w:rsidRPr="00C819A4" w:rsidRDefault="001A1D69">
      <w:pPr>
        <w:rPr>
          <w:rFonts w:ascii="Times New Roman" w:hAnsi="Times New Roman"/>
          <w:szCs w:val="24"/>
        </w:rPr>
      </w:pPr>
    </w:p>
    <w:p w14:paraId="2B5012AC" w14:textId="77777777" w:rsidR="001A1D69" w:rsidRPr="00C819A4" w:rsidRDefault="001A1D69">
      <w:pPr>
        <w:rPr>
          <w:rFonts w:ascii="Times New Roman" w:hAnsi="Times New Roman"/>
          <w:szCs w:val="24"/>
        </w:rPr>
      </w:pPr>
      <w:r w:rsidRPr="00C819A4">
        <w:rPr>
          <w:rFonts w:ascii="Times New Roman" w:hAnsi="Times New Roman"/>
          <w:szCs w:val="24"/>
        </w:rPr>
        <w:t>Sincerely,</w:t>
      </w:r>
    </w:p>
    <w:p w14:paraId="39E90C0E" w14:textId="77777777" w:rsidR="001A1D69" w:rsidRPr="00C819A4" w:rsidRDefault="001A1D69">
      <w:pPr>
        <w:rPr>
          <w:rFonts w:ascii="Times New Roman" w:hAnsi="Times New Roman"/>
          <w:szCs w:val="24"/>
        </w:rPr>
      </w:pPr>
    </w:p>
    <w:p w14:paraId="3C803813" w14:textId="77777777" w:rsidR="001A1D69" w:rsidRPr="00C819A4" w:rsidRDefault="001A1D69">
      <w:pPr>
        <w:rPr>
          <w:rFonts w:ascii="Times New Roman" w:hAnsi="Times New Roman"/>
          <w:szCs w:val="24"/>
        </w:rPr>
      </w:pPr>
    </w:p>
    <w:p w14:paraId="1DF3F337" w14:textId="77777777" w:rsidR="001A1D69" w:rsidRPr="00C819A4" w:rsidRDefault="00666FF4">
      <w:pPr>
        <w:rPr>
          <w:rFonts w:ascii="Times New Roman" w:hAnsi="Times New Roman"/>
          <w:szCs w:val="24"/>
        </w:rPr>
      </w:pPr>
      <w:r w:rsidRPr="00666FF4">
        <w:rPr>
          <w:rFonts w:ascii="Times New Roman" w:hAnsi="Times New Roman"/>
          <w:szCs w:val="24"/>
          <w:highlight w:val="yellow"/>
        </w:rPr>
        <w:t>[Insert RECO Name]</w:t>
      </w:r>
    </w:p>
    <w:p w14:paraId="32C6554E" w14:textId="77777777" w:rsidR="001A1D69" w:rsidRPr="00C819A4" w:rsidRDefault="001A1D69">
      <w:pPr>
        <w:rPr>
          <w:rFonts w:ascii="Times New Roman" w:hAnsi="Times New Roman"/>
          <w:szCs w:val="24"/>
        </w:rPr>
      </w:pPr>
      <w:r w:rsidRPr="00C819A4">
        <w:rPr>
          <w:rFonts w:ascii="Times New Roman" w:hAnsi="Times New Roman"/>
          <w:szCs w:val="24"/>
        </w:rPr>
        <w:t>Real Estate Contracting Officer</w:t>
      </w:r>
    </w:p>
    <w:p w14:paraId="7DC36062" w14:textId="77777777" w:rsidR="001A1D69" w:rsidRPr="009E7531" w:rsidRDefault="001A1D69">
      <w:pPr>
        <w:rPr>
          <w:rFonts w:ascii="Times New Roman" w:hAnsi="Times New Roman"/>
          <w:szCs w:val="24"/>
        </w:rPr>
      </w:pPr>
      <w:r w:rsidRPr="00C819A4">
        <w:rPr>
          <w:rFonts w:ascii="Times New Roman" w:hAnsi="Times New Roman"/>
          <w:szCs w:val="24"/>
        </w:rPr>
        <w:t>Real Estate</w:t>
      </w:r>
      <w:r w:rsidR="001B3C20" w:rsidRPr="00C819A4">
        <w:rPr>
          <w:rFonts w:ascii="Times New Roman" w:hAnsi="Times New Roman"/>
          <w:szCs w:val="24"/>
        </w:rPr>
        <w:t xml:space="preserve"> &amp; Utilities</w:t>
      </w:r>
      <w:r w:rsidRPr="00C819A4">
        <w:rPr>
          <w:rFonts w:ascii="Times New Roman" w:hAnsi="Times New Roman"/>
          <w:szCs w:val="24"/>
        </w:rPr>
        <w:t xml:space="preserve"> </w:t>
      </w:r>
      <w:r w:rsidR="009E7531" w:rsidRPr="00C819A4">
        <w:rPr>
          <w:rFonts w:ascii="Times New Roman" w:hAnsi="Times New Roman"/>
          <w:szCs w:val="24"/>
        </w:rPr>
        <w:t>Group</w:t>
      </w:r>
    </w:p>
    <w:sectPr w:rsidR="001A1D69" w:rsidRPr="009E7531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BE3AB" w14:textId="77777777" w:rsidR="00CA7158" w:rsidRDefault="00CA7158">
      <w:r>
        <w:separator/>
      </w:r>
    </w:p>
  </w:endnote>
  <w:endnote w:type="continuationSeparator" w:id="0">
    <w:p w14:paraId="3BF063A4" w14:textId="77777777" w:rsidR="00CA7158" w:rsidRDefault="00CA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756E4" w14:textId="77777777" w:rsidR="00420551" w:rsidRDefault="00420551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C58ED" w14:textId="77777777" w:rsidR="00CA7158" w:rsidRDefault="00CA7158">
      <w:r>
        <w:separator/>
      </w:r>
    </w:p>
  </w:footnote>
  <w:footnote w:type="continuationSeparator" w:id="0">
    <w:p w14:paraId="1B126ED5" w14:textId="77777777" w:rsidR="00CA7158" w:rsidRDefault="00CA7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D2"/>
    <w:rsid w:val="0000736A"/>
    <w:rsid w:val="000172FA"/>
    <w:rsid w:val="000276C3"/>
    <w:rsid w:val="00094719"/>
    <w:rsid w:val="000D6E59"/>
    <w:rsid w:val="000E0E59"/>
    <w:rsid w:val="00172CB3"/>
    <w:rsid w:val="001A1D69"/>
    <w:rsid w:val="001B3C20"/>
    <w:rsid w:val="001B439C"/>
    <w:rsid w:val="001C2184"/>
    <w:rsid w:val="00261BE6"/>
    <w:rsid w:val="0028569C"/>
    <w:rsid w:val="00325BAA"/>
    <w:rsid w:val="003A2C04"/>
    <w:rsid w:val="00420551"/>
    <w:rsid w:val="0056301B"/>
    <w:rsid w:val="00666FF4"/>
    <w:rsid w:val="0088662B"/>
    <w:rsid w:val="0095072B"/>
    <w:rsid w:val="00990CE4"/>
    <w:rsid w:val="009E7531"/>
    <w:rsid w:val="00A73308"/>
    <w:rsid w:val="00A850D2"/>
    <w:rsid w:val="00AA14C2"/>
    <w:rsid w:val="00B03EB2"/>
    <w:rsid w:val="00B3215F"/>
    <w:rsid w:val="00B44D90"/>
    <w:rsid w:val="00C025A0"/>
    <w:rsid w:val="00C34732"/>
    <w:rsid w:val="00C65E30"/>
    <w:rsid w:val="00C819A4"/>
    <w:rsid w:val="00CA7158"/>
    <w:rsid w:val="00CB4144"/>
    <w:rsid w:val="00D3642F"/>
    <w:rsid w:val="00DA2273"/>
    <w:rsid w:val="00E66227"/>
    <w:rsid w:val="00E94C20"/>
    <w:rsid w:val="00EB38DF"/>
    <w:rsid w:val="00EF2E93"/>
    <w:rsid w:val="00F0547C"/>
    <w:rsid w:val="00F51AAF"/>
    <w:rsid w:val="00FB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5EF5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  <w:style w:type="paragraph" w:styleId="BalloonText">
    <w:name w:val="Balloon Text"/>
    <w:basedOn w:val="Normal"/>
    <w:semiHidden/>
    <w:rsid w:val="00017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C09709-DD65-4A68-A365-7B702DCFBD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23074-0FE8-43A8-9C66-32DD2E43BBF6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http://purl.org/dc/elements/1.1/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14AC63-9076-4463-ACCB-99FD836D6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2020-10-07T20:29:00Z</dcterms:created>
  <dcterms:modified xsi:type="dcterms:W3CDTF">2020-10-07T20:29:00Z</dcterms:modified>
</cp:coreProperties>
</file>