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E964C" w14:textId="77777777" w:rsidR="00783650" w:rsidRDefault="00783650">
      <w:bookmarkStart w:id="0" w:name="_GoBack"/>
      <w:bookmarkEnd w:id="0"/>
    </w:p>
    <w:p w14:paraId="56A8EC73" w14:textId="77777777" w:rsidR="00783650" w:rsidRDefault="00783650"/>
    <w:p w14:paraId="2983E7F2" w14:textId="77777777" w:rsidR="00783650" w:rsidRPr="003305E6" w:rsidRDefault="003305E6" w:rsidP="003305E6">
      <w:pPr>
        <w:rPr>
          <w:highlight w:val="yellow"/>
        </w:rPr>
      </w:pPr>
      <w:r w:rsidRPr="003305E6">
        <w:rPr>
          <w:highlight w:val="yellow"/>
        </w:rPr>
        <w:t>[date]</w:t>
      </w:r>
    </w:p>
    <w:p w14:paraId="44660588" w14:textId="77777777" w:rsidR="00783650" w:rsidRPr="003305E6" w:rsidRDefault="00783650" w:rsidP="003305E6">
      <w:pPr>
        <w:rPr>
          <w:highlight w:val="yellow"/>
        </w:rPr>
      </w:pPr>
    </w:p>
    <w:p w14:paraId="18EF0B59" w14:textId="77777777" w:rsidR="00F10498" w:rsidRPr="003305E6" w:rsidRDefault="003305E6" w:rsidP="003305E6">
      <w:pPr>
        <w:rPr>
          <w:highlight w:val="yellow"/>
        </w:rPr>
      </w:pPr>
      <w:r w:rsidRPr="003305E6">
        <w:rPr>
          <w:highlight w:val="yellow"/>
        </w:rPr>
        <w:t>[name]</w:t>
      </w:r>
    </w:p>
    <w:p w14:paraId="2593201D" w14:textId="77777777" w:rsidR="003305E6" w:rsidRPr="003305E6" w:rsidRDefault="003305E6" w:rsidP="003305E6">
      <w:pPr>
        <w:rPr>
          <w:highlight w:val="yellow"/>
        </w:rPr>
      </w:pPr>
      <w:r w:rsidRPr="003305E6">
        <w:rPr>
          <w:highlight w:val="yellow"/>
        </w:rPr>
        <w:t>[company]</w:t>
      </w:r>
    </w:p>
    <w:p w14:paraId="1843B6A7" w14:textId="77777777" w:rsidR="003305E6" w:rsidRPr="003305E6" w:rsidRDefault="003305E6" w:rsidP="003305E6">
      <w:pPr>
        <w:rPr>
          <w:highlight w:val="yellow"/>
        </w:rPr>
      </w:pPr>
      <w:r w:rsidRPr="003305E6">
        <w:rPr>
          <w:highlight w:val="yellow"/>
        </w:rPr>
        <w:t>[street address]</w:t>
      </w:r>
    </w:p>
    <w:p w14:paraId="78C2EE65" w14:textId="77777777" w:rsidR="003305E6" w:rsidRDefault="003305E6" w:rsidP="003305E6">
      <w:r w:rsidRPr="003305E6">
        <w:rPr>
          <w:highlight w:val="yellow"/>
        </w:rPr>
        <w:t>[city, state, zip]</w:t>
      </w:r>
    </w:p>
    <w:p w14:paraId="69408EB4" w14:textId="77777777" w:rsidR="003305E6" w:rsidRDefault="003305E6" w:rsidP="003305E6"/>
    <w:p w14:paraId="6CAF6C86" w14:textId="77777777" w:rsidR="00F10498" w:rsidRDefault="00F10498" w:rsidP="003305E6">
      <w:r>
        <w:t xml:space="preserve">Dear </w:t>
      </w:r>
      <w:r w:rsidR="003305E6" w:rsidRPr="003305E6">
        <w:rPr>
          <w:highlight w:val="yellow"/>
        </w:rPr>
        <w:t>__________________</w:t>
      </w:r>
      <w:r>
        <w:t>:</w:t>
      </w:r>
    </w:p>
    <w:p w14:paraId="20E3486B" w14:textId="77777777" w:rsidR="00F10498" w:rsidRDefault="00F10498" w:rsidP="003305E6"/>
    <w:p w14:paraId="4A5DEE89" w14:textId="77777777" w:rsidR="00783650" w:rsidRDefault="00783650" w:rsidP="003305E6">
      <w:r>
        <w:t>Enclosed is</w:t>
      </w:r>
      <w:r w:rsidR="00F10498">
        <w:t xml:space="preserve"> an</w:t>
      </w:r>
      <w:r>
        <w:t xml:space="preserve"> updated </w:t>
      </w:r>
      <w:r w:rsidR="00F10498">
        <w:t>L</w:t>
      </w:r>
      <w:r>
        <w:t xml:space="preserve">ist of </w:t>
      </w:r>
      <w:r w:rsidR="00F10498">
        <w:t>F</w:t>
      </w:r>
      <w:r>
        <w:t xml:space="preserve">acilities for Federal Aviation Administration (FAA) Memorandum of Agreement No. </w:t>
      </w:r>
      <w:r w:rsidR="003305E6" w:rsidRPr="003305E6">
        <w:rPr>
          <w:highlight w:val="yellow"/>
        </w:rPr>
        <w:t>_____________________</w:t>
      </w:r>
      <w:r w:rsidRPr="003305E6">
        <w:rPr>
          <w:highlight w:val="yellow"/>
        </w:rPr>
        <w:t>,</w:t>
      </w:r>
      <w:r>
        <w:t xml:space="preserve"> covering all no-cost NAVAID facilities located at </w:t>
      </w:r>
      <w:r w:rsidR="003305E6" w:rsidRPr="003305E6">
        <w:rPr>
          <w:highlight w:val="yellow"/>
        </w:rPr>
        <w:t>_______________________</w:t>
      </w:r>
      <w:r w:rsidR="00F10498">
        <w:t xml:space="preserve"> Airport. </w:t>
      </w:r>
      <w:r w:rsidR="005F5BC3">
        <w:t xml:space="preserve"> </w:t>
      </w:r>
      <w:r>
        <w:t>The upda</w:t>
      </w:r>
      <w:r w:rsidR="003D6E63">
        <w:t xml:space="preserve">ted list of facilities is dated </w:t>
      </w:r>
      <w:r w:rsidR="003305E6" w:rsidRPr="003305E6">
        <w:rPr>
          <w:highlight w:val="yellow"/>
        </w:rPr>
        <w:t>_________________________</w:t>
      </w:r>
      <w:r>
        <w:t xml:space="preserve"> and includes the following changes:</w:t>
      </w:r>
    </w:p>
    <w:p w14:paraId="1094EA6B" w14:textId="77777777" w:rsidR="00F10498" w:rsidRDefault="00F10498" w:rsidP="003305E6"/>
    <w:p w14:paraId="3BF1CCE2" w14:textId="77777777" w:rsidR="00783650" w:rsidRDefault="00F10498" w:rsidP="003305E6">
      <w:pPr>
        <w:rPr>
          <w:b/>
        </w:rPr>
      </w:pPr>
      <w:r>
        <w:tab/>
      </w:r>
      <w:r w:rsidR="003305E6" w:rsidRPr="003305E6">
        <w:rPr>
          <w:b/>
          <w:highlight w:val="yellow"/>
        </w:rPr>
        <w:t>[Insert description of addition/deletion to list of facilities]</w:t>
      </w:r>
    </w:p>
    <w:p w14:paraId="464DD4EA" w14:textId="77777777" w:rsidR="003305E6" w:rsidRDefault="003305E6" w:rsidP="003305E6">
      <w:r>
        <w:rPr>
          <w:b/>
        </w:rPr>
        <w:tab/>
      </w:r>
    </w:p>
    <w:p w14:paraId="32EDF48B" w14:textId="77777777" w:rsidR="00783650" w:rsidRDefault="00783650" w:rsidP="003305E6">
      <w:r>
        <w:t>Please include the updated list of facilities in your file.</w:t>
      </w:r>
    </w:p>
    <w:p w14:paraId="6DCB42AC" w14:textId="77777777" w:rsidR="00783650" w:rsidRDefault="00783650" w:rsidP="003305E6"/>
    <w:p w14:paraId="29C9B9F2" w14:textId="77777777" w:rsidR="00783650" w:rsidRDefault="00783650" w:rsidP="003305E6">
      <w:r>
        <w:t xml:space="preserve">If you need additional information, please contact me at </w:t>
      </w:r>
      <w:r w:rsidR="003305E6" w:rsidRPr="003305E6">
        <w:rPr>
          <w:highlight w:val="yellow"/>
        </w:rPr>
        <w:t>_____________.</w:t>
      </w:r>
    </w:p>
    <w:p w14:paraId="3AEF3D53" w14:textId="77777777" w:rsidR="00783650" w:rsidRDefault="00783650" w:rsidP="003305E6"/>
    <w:p w14:paraId="07106CC7" w14:textId="77777777" w:rsidR="00783650" w:rsidRDefault="00783650" w:rsidP="003305E6"/>
    <w:p w14:paraId="1C29B6AF" w14:textId="77777777" w:rsidR="00783650" w:rsidRDefault="00783650" w:rsidP="003305E6">
      <w:r>
        <w:t>Sincerely,</w:t>
      </w:r>
    </w:p>
    <w:p w14:paraId="07520762" w14:textId="77777777" w:rsidR="00783650" w:rsidRDefault="00783650" w:rsidP="003305E6"/>
    <w:p w14:paraId="70F1E9BB" w14:textId="77777777" w:rsidR="00783650" w:rsidRDefault="00783650" w:rsidP="003305E6"/>
    <w:p w14:paraId="0BA08E71" w14:textId="77777777" w:rsidR="00783650" w:rsidRDefault="00783650" w:rsidP="003305E6"/>
    <w:p w14:paraId="298540EC" w14:textId="77777777" w:rsidR="00462323" w:rsidRDefault="00462323" w:rsidP="003305E6">
      <w:pPr>
        <w:rPr>
          <w:highlight w:val="yellow"/>
        </w:rPr>
      </w:pPr>
    </w:p>
    <w:p w14:paraId="7818563A" w14:textId="77777777" w:rsidR="00462323" w:rsidRPr="003D6E63" w:rsidRDefault="003305E6" w:rsidP="003305E6">
      <w:r w:rsidRPr="003305E6">
        <w:rPr>
          <w:highlight w:val="yellow"/>
        </w:rPr>
        <w:t>[insert RECO name]</w:t>
      </w:r>
    </w:p>
    <w:p w14:paraId="58B0ED9F" w14:textId="77777777" w:rsidR="00D23DEB" w:rsidRPr="003D6E63" w:rsidRDefault="003D6E63" w:rsidP="003305E6">
      <w:r w:rsidRPr="003D6E63">
        <w:t>Real Estate Contracting Officer</w:t>
      </w:r>
    </w:p>
    <w:p w14:paraId="1698E506" w14:textId="77777777" w:rsidR="00D23DEB" w:rsidRPr="003D6E63" w:rsidRDefault="00D23DEB" w:rsidP="003305E6">
      <w:r w:rsidRPr="003D6E63">
        <w:t>Federal Aviation Administration</w:t>
      </w:r>
    </w:p>
    <w:p w14:paraId="0296DF1D" w14:textId="77777777" w:rsidR="00783650" w:rsidRDefault="00783650" w:rsidP="003305E6">
      <w:r w:rsidRPr="003D6E63">
        <w:t>Enclosures</w:t>
      </w:r>
    </w:p>
    <w:p w14:paraId="70FA1D65" w14:textId="77777777" w:rsidR="00783650" w:rsidRDefault="00783650" w:rsidP="003305E6"/>
    <w:p w14:paraId="46469EEF" w14:textId="77777777" w:rsidR="00783650" w:rsidRDefault="00783650" w:rsidP="003305E6"/>
    <w:sectPr w:rsidR="00783650">
      <w:footerReference w:type="default" r:id="rId9"/>
      <w:pgSz w:w="12240" w:h="15840"/>
      <w:pgMar w:top="72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32AD8" w14:textId="77777777" w:rsidR="002F53E2" w:rsidRDefault="002F53E2">
      <w:r>
        <w:separator/>
      </w:r>
    </w:p>
  </w:endnote>
  <w:endnote w:type="continuationSeparator" w:id="0">
    <w:p w14:paraId="67A74611" w14:textId="77777777" w:rsidR="002F53E2" w:rsidRDefault="002F5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286FA" w14:textId="77777777" w:rsidR="00C856B2" w:rsidRDefault="00C856B2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4C0F51" w14:textId="77777777" w:rsidR="002F53E2" w:rsidRDefault="002F53E2">
      <w:r>
        <w:separator/>
      </w:r>
    </w:p>
  </w:footnote>
  <w:footnote w:type="continuationSeparator" w:id="0">
    <w:p w14:paraId="47BDB251" w14:textId="77777777" w:rsidR="002F53E2" w:rsidRDefault="002F53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intFractionalCharacterWidth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18A"/>
    <w:rsid w:val="000D0FAB"/>
    <w:rsid w:val="00250DAF"/>
    <w:rsid w:val="002F53E2"/>
    <w:rsid w:val="003305E6"/>
    <w:rsid w:val="003D6E63"/>
    <w:rsid w:val="00462323"/>
    <w:rsid w:val="005F5BC3"/>
    <w:rsid w:val="006B3059"/>
    <w:rsid w:val="00783650"/>
    <w:rsid w:val="00800A0F"/>
    <w:rsid w:val="00936BEB"/>
    <w:rsid w:val="0095618A"/>
    <w:rsid w:val="00A43519"/>
    <w:rsid w:val="00C856B2"/>
    <w:rsid w:val="00D23DEB"/>
    <w:rsid w:val="00D37173"/>
    <w:rsid w:val="00E4740C"/>
    <w:rsid w:val="00F1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A0A3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" w:eastAsia="Times New Roman" w:hAnsi="Courier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G Times (WN)" w:hAnsi="CG Times (WN)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Paragraph">
    <w:name w:val="Paragraph"/>
    <w:basedOn w:val="Normal"/>
    <w:pPr>
      <w:ind w:left="1440"/>
    </w:pPr>
    <w:rPr>
      <w:rFonts w:ascii="Courier" w:hAnsi="Courier"/>
    </w:rPr>
  </w:style>
  <w:style w:type="paragraph" w:styleId="BalloonText">
    <w:name w:val="Balloon Text"/>
    <w:basedOn w:val="Normal"/>
    <w:link w:val="BalloonTextChar"/>
    <w:rsid w:val="003D6E6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3D6E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ASO_50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8799C2-F10E-4B39-ABB7-C582A2893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2C807D-C919-4FAA-A04D-713A8F63C2F0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ebdc2c93-e7a3-4dcf-9827-868955edd3c1"/>
    <ds:schemaRef ds:uri="2590d161-bf77-4506-ba8a-8a2f8b1a8c3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700EE27-9CE8-43FD-A7AD-FCE186AA1A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ASO_50 Letterhead</Template>
  <TotalTime>0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2020-10-07T20:30:00Z</dcterms:created>
  <dcterms:modified xsi:type="dcterms:W3CDTF">2020-10-07T20:30:00Z</dcterms:modified>
</cp:coreProperties>
</file>